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150" w:rsidRPr="00E17BB6" w:rsidRDefault="00297150" w:rsidP="00C95AF7">
      <w:pPr>
        <w:pStyle w:val="Default"/>
        <w:jc w:val="right"/>
        <w:rPr>
          <w:b/>
          <w:bCs/>
          <w:sz w:val="22"/>
          <w:szCs w:val="22"/>
        </w:rPr>
      </w:pPr>
      <w:r w:rsidRPr="00E17BB6">
        <w:rPr>
          <w:b/>
          <w:bCs/>
          <w:sz w:val="22"/>
          <w:szCs w:val="22"/>
        </w:rPr>
        <w:t xml:space="preserve">Załącznik nr 1 </w:t>
      </w:r>
    </w:p>
    <w:p w:rsidR="00297150" w:rsidRPr="00F72BCC" w:rsidRDefault="00297150" w:rsidP="00F72BCC">
      <w:pPr>
        <w:jc w:val="right"/>
        <w:rPr>
          <w:smallCaps/>
          <w:color w:val="000000"/>
        </w:rPr>
      </w:pPr>
      <w:r w:rsidRPr="00F72BCC">
        <w:rPr>
          <w:bCs/>
          <w:sz w:val="22"/>
          <w:szCs w:val="22"/>
        </w:rPr>
        <w:t xml:space="preserve">do SIWZ  nr </w:t>
      </w:r>
      <w:r w:rsidRPr="00F72BCC">
        <w:rPr>
          <w:smallCaps/>
          <w:color w:val="000000"/>
          <w:sz w:val="22"/>
          <w:szCs w:val="22"/>
        </w:rPr>
        <w:t>DEZ/P/341/ZP-</w:t>
      </w:r>
      <w:r>
        <w:rPr>
          <w:smallCaps/>
          <w:color w:val="000000"/>
          <w:sz w:val="22"/>
          <w:szCs w:val="22"/>
        </w:rPr>
        <w:t>4</w:t>
      </w:r>
      <w:r w:rsidRPr="00F72BCC">
        <w:rPr>
          <w:smallCaps/>
          <w:color w:val="000000"/>
          <w:sz w:val="22"/>
          <w:szCs w:val="22"/>
        </w:rPr>
        <w:t>/201</w:t>
      </w:r>
      <w:r>
        <w:rPr>
          <w:smallCaps/>
          <w:color w:val="000000"/>
          <w:sz w:val="22"/>
          <w:szCs w:val="22"/>
        </w:rPr>
        <w:t>7</w:t>
      </w:r>
    </w:p>
    <w:p w:rsidR="00297150" w:rsidRPr="00B2650C" w:rsidRDefault="00297150" w:rsidP="00C95AF7">
      <w:pPr>
        <w:pStyle w:val="Default"/>
        <w:jc w:val="right"/>
        <w:rPr>
          <w:b/>
          <w:bCs/>
          <w:sz w:val="22"/>
          <w:szCs w:val="22"/>
        </w:rPr>
      </w:pPr>
    </w:p>
    <w:p w:rsidR="00297150" w:rsidRDefault="00297150" w:rsidP="0029397E">
      <w:pPr>
        <w:pStyle w:val="Default"/>
        <w:jc w:val="center"/>
        <w:rPr>
          <w:b/>
          <w:bCs/>
          <w:sz w:val="22"/>
          <w:szCs w:val="22"/>
        </w:rPr>
      </w:pPr>
      <w:r w:rsidRPr="00B2650C">
        <w:rPr>
          <w:b/>
          <w:bCs/>
          <w:sz w:val="22"/>
          <w:szCs w:val="22"/>
        </w:rPr>
        <w:t>OPIS PRZEDMIOTU ZAMÓWIENIA</w:t>
      </w:r>
    </w:p>
    <w:p w:rsidR="00297150" w:rsidRPr="0029397E" w:rsidRDefault="00297150" w:rsidP="000938E3">
      <w:pPr>
        <w:pStyle w:val="Default"/>
        <w:rPr>
          <w:sz w:val="16"/>
          <w:szCs w:val="16"/>
        </w:rPr>
      </w:pPr>
    </w:p>
    <w:p w:rsidR="00297150" w:rsidRPr="00B2650C" w:rsidRDefault="00297150" w:rsidP="002A1631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UTRZYMANIE RUCHU INSTALACJI ELEKTRYCZNYCH W SPZZOZ W WYSZKOWIE wraz z rozdzielniami, przewodami elektrycznymi, sprzętem elektrycznym, urządzeniami regulacji i poboru energii elektrycznej oraz innymi urządzeniami  elektrycznymi, </w:t>
      </w:r>
      <w:r w:rsidRPr="00B2650C">
        <w:rPr>
          <w:sz w:val="22"/>
          <w:szCs w:val="22"/>
        </w:rPr>
        <w:t>zlokalizowanych</w:t>
      </w:r>
      <w:r w:rsidRPr="00B2650C">
        <w:rPr>
          <w:b/>
          <w:sz w:val="22"/>
          <w:szCs w:val="22"/>
        </w:rPr>
        <w:t xml:space="preserve"> </w:t>
      </w:r>
      <w:r w:rsidRPr="00B2650C">
        <w:rPr>
          <w:sz w:val="22"/>
          <w:szCs w:val="22"/>
        </w:rPr>
        <w:t xml:space="preserve">w budynkach i na terenie działki nr 2622/2 użytkowanej przez SPZZOZ w Wyszkowie przy ul. Komisji Edukacji Narodowej nr 1, w Poradniach Specjalistycznych przy ul. G. J. Sowińskiego 63 oraz w Pracowni Fizjoterapii i Rehabilitacji nr 2 przy ul. 1-go Maja </w:t>
      </w:r>
      <w:smartTag w:uri="urn:schemas-microsoft-com:office:smarttags" w:element="metricconverter">
        <w:smartTagPr>
          <w:attr w:name="ProductID" w:val="9 A"/>
        </w:smartTagPr>
        <w:r w:rsidRPr="00B2650C">
          <w:rPr>
            <w:sz w:val="22"/>
            <w:szCs w:val="22"/>
          </w:rPr>
          <w:t>9 A</w:t>
        </w:r>
      </w:smartTag>
      <w:r w:rsidRPr="00B2650C">
        <w:rPr>
          <w:sz w:val="22"/>
          <w:szCs w:val="22"/>
        </w:rPr>
        <w:t xml:space="preserve">. </w:t>
      </w:r>
    </w:p>
    <w:p w:rsidR="00297150" w:rsidRPr="0029397E" w:rsidRDefault="00297150" w:rsidP="000938E3">
      <w:pPr>
        <w:pStyle w:val="Default"/>
        <w:rPr>
          <w:b/>
          <w:bCs/>
          <w:sz w:val="16"/>
          <w:szCs w:val="16"/>
        </w:rPr>
      </w:pPr>
      <w:r>
        <w:rPr>
          <w:b/>
          <w:bCs/>
          <w:sz w:val="22"/>
          <w:szCs w:val="22"/>
        </w:rPr>
        <w:t xml:space="preserve"> </w:t>
      </w:r>
    </w:p>
    <w:p w:rsidR="00297150" w:rsidRDefault="00297150" w:rsidP="00C921E8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I.    </w:t>
      </w:r>
      <w:r w:rsidRPr="00B2650C">
        <w:rPr>
          <w:b/>
          <w:bCs/>
          <w:sz w:val="22"/>
          <w:szCs w:val="22"/>
        </w:rPr>
        <w:t xml:space="preserve">ZASADY OBSŁUGI TECHNICZNEJ – EKSPLOATACYJNEJ </w:t>
      </w:r>
    </w:p>
    <w:p w:rsidR="00297150" w:rsidRPr="00206AA9" w:rsidRDefault="00297150" w:rsidP="00C921E8">
      <w:pPr>
        <w:pStyle w:val="Default"/>
        <w:rPr>
          <w:b/>
          <w:bCs/>
          <w:sz w:val="16"/>
          <w:szCs w:val="16"/>
        </w:rPr>
      </w:pPr>
    </w:p>
    <w:p w:rsidR="00297150" w:rsidRDefault="00297150" w:rsidP="006F39F6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1. Wykonawca </w:t>
      </w:r>
      <w:r w:rsidRPr="00E61403">
        <w:rPr>
          <w:sz w:val="22"/>
          <w:szCs w:val="22"/>
        </w:rPr>
        <w:t>zobowiązuje się do zapewnienia realizacji przedmiotu zamówienia</w:t>
      </w:r>
      <w:r>
        <w:rPr>
          <w:sz w:val="22"/>
          <w:szCs w:val="22"/>
        </w:rPr>
        <w:t xml:space="preserve"> zgodnie z obowiązującymi przepisami, </w:t>
      </w:r>
      <w:r w:rsidRPr="00E61403">
        <w:rPr>
          <w:sz w:val="22"/>
          <w:szCs w:val="22"/>
        </w:rPr>
        <w:t xml:space="preserve">w </w:t>
      </w:r>
      <w:r>
        <w:rPr>
          <w:sz w:val="22"/>
          <w:szCs w:val="22"/>
        </w:rPr>
        <w:t>tym:</w:t>
      </w:r>
      <w:r w:rsidRPr="00E61403">
        <w:rPr>
          <w:sz w:val="22"/>
          <w:szCs w:val="22"/>
        </w:rPr>
        <w:t xml:space="preserve"> </w:t>
      </w:r>
      <w:r w:rsidRPr="00502828">
        <w:rPr>
          <w:sz w:val="22"/>
          <w:szCs w:val="22"/>
        </w:rPr>
        <w:t>U</w:t>
      </w:r>
      <w:r>
        <w:rPr>
          <w:sz w:val="22"/>
          <w:szCs w:val="22"/>
        </w:rPr>
        <w:t>stawą</w:t>
      </w:r>
      <w:r w:rsidRPr="00502828">
        <w:rPr>
          <w:sz w:val="22"/>
          <w:szCs w:val="22"/>
        </w:rPr>
        <w:t xml:space="preserve"> z dnia 7 lipca 1994 r</w:t>
      </w:r>
      <w:r>
        <w:rPr>
          <w:sz w:val="22"/>
          <w:szCs w:val="22"/>
        </w:rPr>
        <w:t>.</w:t>
      </w:r>
      <w:r w:rsidRPr="00502828">
        <w:rPr>
          <w:sz w:val="22"/>
          <w:szCs w:val="22"/>
        </w:rPr>
        <w:t xml:space="preserve"> Prawo budowlane</w:t>
      </w:r>
      <w:r>
        <w:rPr>
          <w:sz w:val="22"/>
          <w:szCs w:val="22"/>
        </w:rPr>
        <w:t xml:space="preserve"> - </w:t>
      </w:r>
      <w:r w:rsidRPr="00502828">
        <w:rPr>
          <w:sz w:val="22"/>
          <w:szCs w:val="22"/>
        </w:rPr>
        <w:t xml:space="preserve">t.j. Dz. U. z 2013 r. poz. 1409 z </w:t>
      </w:r>
      <w:r>
        <w:rPr>
          <w:sz w:val="22"/>
          <w:szCs w:val="22"/>
        </w:rPr>
        <w:t>późn. zm.; Ustawą</w:t>
      </w:r>
      <w:r w:rsidRPr="00502828">
        <w:rPr>
          <w:sz w:val="22"/>
          <w:szCs w:val="22"/>
        </w:rPr>
        <w:t xml:space="preserve"> z dnia 10 kwietnia 1997 r.</w:t>
      </w:r>
      <w:r>
        <w:rPr>
          <w:sz w:val="22"/>
          <w:szCs w:val="22"/>
        </w:rPr>
        <w:t xml:space="preserve"> Prawo energetyczne - </w:t>
      </w:r>
      <w:r w:rsidRPr="001D4A69">
        <w:rPr>
          <w:sz w:val="22"/>
          <w:szCs w:val="22"/>
        </w:rPr>
        <w:t xml:space="preserve"> </w:t>
      </w:r>
      <w:r w:rsidRPr="00502828">
        <w:rPr>
          <w:sz w:val="22"/>
          <w:szCs w:val="22"/>
        </w:rPr>
        <w:t>t.j. Dz. U. z 2012 r. poz. 1059</w:t>
      </w:r>
      <w:r w:rsidRPr="001D4A69">
        <w:rPr>
          <w:sz w:val="22"/>
          <w:szCs w:val="22"/>
        </w:rPr>
        <w:t xml:space="preserve"> </w:t>
      </w:r>
      <w:r w:rsidRPr="00502828">
        <w:rPr>
          <w:sz w:val="22"/>
          <w:szCs w:val="22"/>
        </w:rPr>
        <w:t xml:space="preserve">z </w:t>
      </w:r>
      <w:r>
        <w:rPr>
          <w:sz w:val="22"/>
          <w:szCs w:val="22"/>
        </w:rPr>
        <w:t>późn. zm.; R</w:t>
      </w:r>
      <w:r w:rsidRPr="00502828">
        <w:rPr>
          <w:sz w:val="22"/>
          <w:szCs w:val="22"/>
        </w:rPr>
        <w:t>ozporządzenie</w:t>
      </w:r>
      <w:r>
        <w:rPr>
          <w:sz w:val="22"/>
          <w:szCs w:val="22"/>
        </w:rPr>
        <w:t>m M</w:t>
      </w:r>
      <w:r w:rsidRPr="00502828">
        <w:rPr>
          <w:sz w:val="22"/>
          <w:szCs w:val="22"/>
        </w:rPr>
        <w:t xml:space="preserve">inistra </w:t>
      </w:r>
      <w:r>
        <w:rPr>
          <w:sz w:val="22"/>
          <w:szCs w:val="22"/>
        </w:rPr>
        <w:t>G</w:t>
      </w:r>
      <w:r w:rsidRPr="00502828">
        <w:rPr>
          <w:sz w:val="22"/>
          <w:szCs w:val="22"/>
        </w:rPr>
        <w:t>ospodarki</w:t>
      </w:r>
      <w:r>
        <w:rPr>
          <w:sz w:val="22"/>
          <w:szCs w:val="22"/>
        </w:rPr>
        <w:t xml:space="preserve"> </w:t>
      </w:r>
      <w:r w:rsidRPr="00502828">
        <w:rPr>
          <w:sz w:val="22"/>
          <w:szCs w:val="22"/>
        </w:rPr>
        <w:t>z dnia 28 marca 2013 r.</w:t>
      </w:r>
      <w:r>
        <w:rPr>
          <w:sz w:val="22"/>
          <w:szCs w:val="22"/>
        </w:rPr>
        <w:t xml:space="preserve"> </w:t>
      </w:r>
      <w:r w:rsidRPr="00502828">
        <w:rPr>
          <w:sz w:val="22"/>
          <w:szCs w:val="22"/>
        </w:rPr>
        <w:t>w sprawie bezpieczeństwa i higieny pracy przy urządzeniac</w:t>
      </w:r>
      <w:r>
        <w:rPr>
          <w:sz w:val="22"/>
          <w:szCs w:val="22"/>
        </w:rPr>
        <w:t xml:space="preserve">h energetycznych – </w:t>
      </w:r>
      <w:r w:rsidRPr="00502828">
        <w:rPr>
          <w:sz w:val="22"/>
          <w:szCs w:val="22"/>
        </w:rPr>
        <w:t>Dz</w:t>
      </w:r>
      <w:r>
        <w:rPr>
          <w:sz w:val="22"/>
          <w:szCs w:val="22"/>
        </w:rPr>
        <w:t>.</w:t>
      </w:r>
      <w:r w:rsidRPr="00502828">
        <w:rPr>
          <w:sz w:val="22"/>
          <w:szCs w:val="22"/>
        </w:rPr>
        <w:t xml:space="preserve"> U</w:t>
      </w:r>
      <w:r>
        <w:rPr>
          <w:sz w:val="22"/>
          <w:szCs w:val="22"/>
        </w:rPr>
        <w:t xml:space="preserve">. </w:t>
      </w:r>
      <w:r w:rsidRPr="00502828">
        <w:rPr>
          <w:sz w:val="22"/>
          <w:szCs w:val="22"/>
        </w:rPr>
        <w:t xml:space="preserve"> </w:t>
      </w:r>
      <w:r>
        <w:rPr>
          <w:sz w:val="22"/>
          <w:szCs w:val="22"/>
        </w:rPr>
        <w:t>z 2013 r., p</w:t>
      </w:r>
      <w:r w:rsidRPr="00502828">
        <w:rPr>
          <w:sz w:val="22"/>
          <w:szCs w:val="22"/>
        </w:rPr>
        <w:t>oz. 492</w:t>
      </w:r>
      <w:r>
        <w:rPr>
          <w:sz w:val="22"/>
          <w:szCs w:val="22"/>
        </w:rPr>
        <w:t xml:space="preserve">.;  </w:t>
      </w:r>
      <w:r>
        <w:rPr>
          <w:rFonts w:eastAsia="Univers-BoldPL"/>
          <w:sz w:val="22"/>
          <w:szCs w:val="22"/>
        </w:rPr>
        <w:t>R</w:t>
      </w:r>
      <w:r w:rsidRPr="00502828">
        <w:rPr>
          <w:rFonts w:eastAsia="Univers-BoldPL"/>
          <w:sz w:val="22"/>
          <w:szCs w:val="22"/>
        </w:rPr>
        <w:t>ozporz</w:t>
      </w:r>
      <w:r>
        <w:rPr>
          <w:rFonts w:eastAsia="Univers-BoldPL"/>
          <w:sz w:val="22"/>
          <w:szCs w:val="22"/>
        </w:rPr>
        <w:t>ą</w:t>
      </w:r>
      <w:r w:rsidRPr="00502828">
        <w:rPr>
          <w:rFonts w:eastAsia="Univers-BoldPL"/>
          <w:sz w:val="22"/>
          <w:szCs w:val="22"/>
        </w:rPr>
        <w:t>dzenie</w:t>
      </w:r>
      <w:r>
        <w:rPr>
          <w:rFonts w:eastAsia="Univers-BoldPL"/>
          <w:sz w:val="22"/>
          <w:szCs w:val="22"/>
        </w:rPr>
        <w:t>m</w:t>
      </w:r>
      <w:r w:rsidRPr="00502828">
        <w:rPr>
          <w:rFonts w:eastAsia="Univers-BoldPL"/>
          <w:sz w:val="22"/>
          <w:szCs w:val="22"/>
        </w:rPr>
        <w:t xml:space="preserve"> </w:t>
      </w:r>
      <w:r>
        <w:rPr>
          <w:rFonts w:eastAsia="Univers-BoldPL"/>
          <w:sz w:val="22"/>
          <w:szCs w:val="22"/>
        </w:rPr>
        <w:t>M</w:t>
      </w:r>
      <w:r w:rsidRPr="00502828">
        <w:rPr>
          <w:rFonts w:eastAsia="Univers-BoldPL"/>
          <w:sz w:val="22"/>
          <w:szCs w:val="22"/>
        </w:rPr>
        <w:t xml:space="preserve">inistra </w:t>
      </w:r>
      <w:r>
        <w:rPr>
          <w:rFonts w:eastAsia="Univers-BoldPL"/>
          <w:sz w:val="22"/>
          <w:szCs w:val="22"/>
        </w:rPr>
        <w:t>G</w:t>
      </w:r>
      <w:r w:rsidRPr="00502828">
        <w:rPr>
          <w:rFonts w:eastAsia="Univers-BoldPL"/>
          <w:sz w:val="22"/>
          <w:szCs w:val="22"/>
        </w:rPr>
        <w:t xml:space="preserve">ospodarki, </w:t>
      </w:r>
      <w:r>
        <w:rPr>
          <w:rFonts w:eastAsia="Univers-BoldPL"/>
          <w:sz w:val="22"/>
          <w:szCs w:val="22"/>
        </w:rPr>
        <w:t>P</w:t>
      </w:r>
      <w:r w:rsidRPr="00502828">
        <w:rPr>
          <w:rFonts w:eastAsia="Univers-BoldPL"/>
          <w:sz w:val="22"/>
          <w:szCs w:val="22"/>
        </w:rPr>
        <w:t xml:space="preserve">racy i </w:t>
      </w:r>
      <w:r>
        <w:rPr>
          <w:rFonts w:eastAsia="Univers-BoldPL"/>
          <w:sz w:val="22"/>
          <w:szCs w:val="22"/>
        </w:rPr>
        <w:t>P</w:t>
      </w:r>
      <w:r w:rsidRPr="00502828">
        <w:rPr>
          <w:rFonts w:eastAsia="Univers-BoldPL"/>
          <w:sz w:val="22"/>
          <w:szCs w:val="22"/>
        </w:rPr>
        <w:t xml:space="preserve">olityki </w:t>
      </w:r>
      <w:r>
        <w:rPr>
          <w:rFonts w:eastAsia="Univers-BoldPL"/>
          <w:sz w:val="22"/>
          <w:szCs w:val="22"/>
        </w:rPr>
        <w:t>S</w:t>
      </w:r>
      <w:r w:rsidRPr="00502828">
        <w:rPr>
          <w:rFonts w:eastAsia="Univers-BoldPL"/>
          <w:sz w:val="22"/>
          <w:szCs w:val="22"/>
        </w:rPr>
        <w:t>po</w:t>
      </w:r>
      <w:r>
        <w:rPr>
          <w:rFonts w:eastAsia="Univers-BoldPL"/>
          <w:sz w:val="22"/>
          <w:szCs w:val="22"/>
        </w:rPr>
        <w:t>łe</w:t>
      </w:r>
      <w:r w:rsidRPr="00502828">
        <w:rPr>
          <w:rFonts w:eastAsia="Univers-BoldPL"/>
          <w:sz w:val="22"/>
          <w:szCs w:val="22"/>
        </w:rPr>
        <w:t>cznej</w:t>
      </w:r>
      <w:r>
        <w:rPr>
          <w:rFonts w:eastAsia="Univers-BoldPL"/>
          <w:sz w:val="22"/>
          <w:szCs w:val="22"/>
        </w:rPr>
        <w:t xml:space="preserve"> </w:t>
      </w:r>
      <w:r w:rsidRPr="00502828">
        <w:rPr>
          <w:rFonts w:eastAsia="Univers-PL"/>
          <w:sz w:val="22"/>
          <w:szCs w:val="22"/>
        </w:rPr>
        <w:t>z dnia 28 kwietnia 2003 r.</w:t>
      </w:r>
      <w:r>
        <w:rPr>
          <w:rFonts w:eastAsia="Univers-PL"/>
          <w:sz w:val="22"/>
          <w:szCs w:val="22"/>
        </w:rPr>
        <w:t xml:space="preserve">, </w:t>
      </w:r>
      <w:r w:rsidRPr="00502828">
        <w:rPr>
          <w:rFonts w:eastAsia="Univers-BoldPL"/>
          <w:sz w:val="22"/>
          <w:szCs w:val="22"/>
        </w:rPr>
        <w:t>w sprawie szczegó</w:t>
      </w:r>
      <w:r>
        <w:rPr>
          <w:rFonts w:eastAsia="Univers-BoldPL"/>
          <w:sz w:val="22"/>
          <w:szCs w:val="22"/>
        </w:rPr>
        <w:t>ł</w:t>
      </w:r>
      <w:r w:rsidRPr="00502828">
        <w:rPr>
          <w:rFonts w:eastAsia="Univers-BoldPL"/>
          <w:sz w:val="22"/>
          <w:szCs w:val="22"/>
        </w:rPr>
        <w:t>owych zasad stwierdzania posiadania kwalifikacji przez osoby zajmujące si</w:t>
      </w:r>
      <w:r>
        <w:rPr>
          <w:rFonts w:eastAsia="Univers-BoldPL"/>
          <w:sz w:val="22"/>
          <w:szCs w:val="22"/>
        </w:rPr>
        <w:t xml:space="preserve">ę </w:t>
      </w:r>
      <w:r w:rsidRPr="00502828">
        <w:rPr>
          <w:rFonts w:eastAsia="Univers-BoldPL"/>
          <w:sz w:val="22"/>
          <w:szCs w:val="22"/>
        </w:rPr>
        <w:t>eksploatacj</w:t>
      </w:r>
      <w:r>
        <w:rPr>
          <w:rFonts w:eastAsia="Univers-BoldPL"/>
          <w:sz w:val="22"/>
          <w:szCs w:val="22"/>
        </w:rPr>
        <w:t>ą</w:t>
      </w:r>
      <w:r w:rsidRPr="00502828">
        <w:rPr>
          <w:rFonts w:eastAsia="Univers-BoldPL"/>
          <w:sz w:val="22"/>
          <w:szCs w:val="22"/>
        </w:rPr>
        <w:t xml:space="preserve"> urządze</w:t>
      </w:r>
      <w:r>
        <w:rPr>
          <w:rFonts w:eastAsia="Univers-BoldPL"/>
          <w:sz w:val="22"/>
          <w:szCs w:val="22"/>
        </w:rPr>
        <w:t>ń</w:t>
      </w:r>
      <w:r w:rsidRPr="00502828">
        <w:rPr>
          <w:rFonts w:eastAsia="Univers-BoldPL"/>
          <w:sz w:val="22"/>
          <w:szCs w:val="22"/>
        </w:rPr>
        <w:t>, instalacji i sieci</w:t>
      </w:r>
      <w:r>
        <w:rPr>
          <w:rFonts w:eastAsia="Univers-BoldPL"/>
          <w:sz w:val="22"/>
          <w:szCs w:val="22"/>
        </w:rPr>
        <w:t xml:space="preserve"> – Dz.</w:t>
      </w:r>
      <w:r w:rsidRPr="00502828">
        <w:rPr>
          <w:rFonts w:eastAsia="Univers-PL"/>
          <w:sz w:val="22"/>
          <w:szCs w:val="22"/>
        </w:rPr>
        <w:t xml:space="preserve"> U</w:t>
      </w:r>
      <w:r>
        <w:rPr>
          <w:rFonts w:eastAsia="Univers-PL"/>
          <w:sz w:val="22"/>
          <w:szCs w:val="22"/>
        </w:rPr>
        <w:t>.</w:t>
      </w:r>
      <w:r w:rsidRPr="00502828">
        <w:rPr>
          <w:rFonts w:eastAsia="Univers-PL"/>
          <w:sz w:val="22"/>
          <w:szCs w:val="22"/>
        </w:rPr>
        <w:t xml:space="preserve"> Nr 89 </w:t>
      </w:r>
      <w:r>
        <w:rPr>
          <w:rFonts w:eastAsia="Univers-PL"/>
          <w:sz w:val="22"/>
          <w:szCs w:val="22"/>
        </w:rPr>
        <w:t>p</w:t>
      </w:r>
      <w:r w:rsidRPr="00502828">
        <w:rPr>
          <w:rFonts w:eastAsia="Univers-PL"/>
          <w:sz w:val="22"/>
          <w:szCs w:val="22"/>
        </w:rPr>
        <w:t>oz. 828</w:t>
      </w:r>
      <w:r>
        <w:rPr>
          <w:rFonts w:eastAsia="Univers-PL"/>
          <w:sz w:val="22"/>
          <w:szCs w:val="22"/>
        </w:rPr>
        <w:t xml:space="preserve">.;  </w:t>
      </w:r>
      <w:r>
        <w:rPr>
          <w:rFonts w:eastAsia="UniversPro-Bold"/>
          <w:sz w:val="22"/>
          <w:szCs w:val="22"/>
        </w:rPr>
        <w:t>R</w:t>
      </w:r>
      <w:r w:rsidRPr="00502828">
        <w:rPr>
          <w:rFonts w:eastAsia="UniversPro-Bold"/>
          <w:sz w:val="22"/>
          <w:szCs w:val="22"/>
        </w:rPr>
        <w:t>ozporządzenie</w:t>
      </w:r>
      <w:r>
        <w:rPr>
          <w:rFonts w:eastAsia="UniversPro-Bold"/>
          <w:sz w:val="22"/>
          <w:szCs w:val="22"/>
        </w:rPr>
        <w:t>m</w:t>
      </w:r>
      <w:r w:rsidRPr="00502828">
        <w:rPr>
          <w:rFonts w:eastAsia="UniversPro-Bold"/>
          <w:sz w:val="22"/>
          <w:szCs w:val="22"/>
        </w:rPr>
        <w:t xml:space="preserve"> </w:t>
      </w:r>
      <w:r>
        <w:rPr>
          <w:rFonts w:eastAsia="UniversPro-Bold"/>
          <w:sz w:val="22"/>
          <w:szCs w:val="22"/>
        </w:rPr>
        <w:t>M</w:t>
      </w:r>
      <w:r w:rsidRPr="00502828">
        <w:rPr>
          <w:rFonts w:eastAsia="UniversPro-Bold"/>
          <w:sz w:val="22"/>
          <w:szCs w:val="22"/>
        </w:rPr>
        <w:t xml:space="preserve">inistra </w:t>
      </w:r>
      <w:r>
        <w:rPr>
          <w:rFonts w:eastAsia="UniversPro-Bold"/>
          <w:sz w:val="22"/>
          <w:szCs w:val="22"/>
        </w:rPr>
        <w:t>S</w:t>
      </w:r>
      <w:r w:rsidRPr="00502828">
        <w:rPr>
          <w:rFonts w:eastAsia="UniversPro-Bold"/>
          <w:sz w:val="22"/>
          <w:szCs w:val="22"/>
        </w:rPr>
        <w:t xml:space="preserve">praw </w:t>
      </w:r>
      <w:r>
        <w:rPr>
          <w:rFonts w:eastAsia="UniversPro-Bold"/>
          <w:sz w:val="22"/>
          <w:szCs w:val="22"/>
        </w:rPr>
        <w:t>W</w:t>
      </w:r>
      <w:r w:rsidRPr="00502828">
        <w:rPr>
          <w:rFonts w:eastAsia="UniversPro-Bold"/>
          <w:sz w:val="22"/>
          <w:szCs w:val="22"/>
        </w:rPr>
        <w:t xml:space="preserve">ewnętrznych i </w:t>
      </w:r>
      <w:r>
        <w:rPr>
          <w:rFonts w:eastAsia="UniversPro-Bold"/>
          <w:sz w:val="22"/>
          <w:szCs w:val="22"/>
        </w:rPr>
        <w:t>A</w:t>
      </w:r>
      <w:r w:rsidRPr="00502828">
        <w:rPr>
          <w:rFonts w:eastAsia="UniversPro-Bold"/>
          <w:sz w:val="22"/>
          <w:szCs w:val="22"/>
        </w:rPr>
        <w:t>dministracji</w:t>
      </w:r>
      <w:r w:rsidRPr="00CF7642">
        <w:rPr>
          <w:rFonts w:eastAsia="UniversPro-Bold"/>
          <w:sz w:val="22"/>
          <w:szCs w:val="22"/>
        </w:rPr>
        <w:t xml:space="preserve"> </w:t>
      </w:r>
      <w:r w:rsidRPr="00502828">
        <w:rPr>
          <w:rFonts w:eastAsia="UniversPro-Roman"/>
          <w:sz w:val="22"/>
          <w:szCs w:val="22"/>
        </w:rPr>
        <w:t>z dnia 7 czerwca 2010 r.</w:t>
      </w:r>
      <w:r>
        <w:rPr>
          <w:rFonts w:eastAsia="UniversPro-Roman"/>
          <w:sz w:val="22"/>
          <w:szCs w:val="22"/>
        </w:rPr>
        <w:t xml:space="preserve"> </w:t>
      </w:r>
      <w:r w:rsidRPr="00502828">
        <w:rPr>
          <w:rFonts w:eastAsia="UniversPro-Bold"/>
          <w:sz w:val="22"/>
          <w:szCs w:val="22"/>
        </w:rPr>
        <w:t>w sprawie ochrony przeciwpożarowej budynk</w:t>
      </w:r>
      <w:r>
        <w:rPr>
          <w:rFonts w:eastAsia="UniversPro-Bold"/>
          <w:sz w:val="22"/>
          <w:szCs w:val="22"/>
        </w:rPr>
        <w:t>ó</w:t>
      </w:r>
      <w:r w:rsidRPr="00502828">
        <w:rPr>
          <w:rFonts w:eastAsia="UniversPro-Bold"/>
          <w:sz w:val="22"/>
          <w:szCs w:val="22"/>
        </w:rPr>
        <w:t>w, innych obiekt</w:t>
      </w:r>
      <w:r>
        <w:rPr>
          <w:rFonts w:eastAsia="UniversPro-Bold"/>
          <w:sz w:val="22"/>
          <w:szCs w:val="22"/>
        </w:rPr>
        <w:t>ó</w:t>
      </w:r>
      <w:r w:rsidRPr="00502828">
        <w:rPr>
          <w:rFonts w:eastAsia="UniversPro-Bold"/>
          <w:sz w:val="22"/>
          <w:szCs w:val="22"/>
        </w:rPr>
        <w:t>w budowlanych i teren</w:t>
      </w:r>
      <w:r>
        <w:rPr>
          <w:rFonts w:eastAsia="UniversPro-Bold"/>
          <w:sz w:val="22"/>
          <w:szCs w:val="22"/>
        </w:rPr>
        <w:t>ó</w:t>
      </w:r>
      <w:r w:rsidRPr="00502828">
        <w:rPr>
          <w:rFonts w:eastAsia="UniversPro-Bold"/>
          <w:sz w:val="22"/>
          <w:szCs w:val="22"/>
        </w:rPr>
        <w:t>w</w:t>
      </w:r>
      <w:r>
        <w:rPr>
          <w:rFonts w:eastAsia="UniversPro-Bold"/>
          <w:sz w:val="22"/>
          <w:szCs w:val="22"/>
        </w:rPr>
        <w:t xml:space="preserve"> – </w:t>
      </w:r>
      <w:r w:rsidRPr="00502828">
        <w:rPr>
          <w:rFonts w:eastAsia="UniversPro-Roman"/>
          <w:sz w:val="22"/>
          <w:szCs w:val="22"/>
        </w:rPr>
        <w:t>Dz</w:t>
      </w:r>
      <w:r>
        <w:rPr>
          <w:rFonts w:eastAsia="UniversPro-Roman"/>
          <w:sz w:val="22"/>
          <w:szCs w:val="22"/>
        </w:rPr>
        <w:t>.</w:t>
      </w:r>
      <w:r w:rsidRPr="00502828">
        <w:rPr>
          <w:rFonts w:eastAsia="UniversPro-Roman"/>
          <w:sz w:val="22"/>
          <w:szCs w:val="22"/>
        </w:rPr>
        <w:t>U</w:t>
      </w:r>
      <w:r>
        <w:rPr>
          <w:rFonts w:eastAsia="UniversPro-Roman"/>
          <w:sz w:val="22"/>
          <w:szCs w:val="22"/>
        </w:rPr>
        <w:t>.</w:t>
      </w:r>
      <w:r w:rsidRPr="00502828">
        <w:rPr>
          <w:rFonts w:eastAsia="UniversPro-Roman"/>
          <w:sz w:val="22"/>
          <w:szCs w:val="22"/>
        </w:rPr>
        <w:t xml:space="preserve"> Nr 109</w:t>
      </w:r>
      <w:r>
        <w:rPr>
          <w:rFonts w:eastAsia="UniversPro-Roman"/>
          <w:sz w:val="22"/>
          <w:szCs w:val="22"/>
        </w:rPr>
        <w:t>,</w:t>
      </w:r>
      <w:r w:rsidRPr="00502828">
        <w:rPr>
          <w:rFonts w:eastAsia="UniversPro-Roman"/>
          <w:sz w:val="22"/>
          <w:szCs w:val="22"/>
        </w:rPr>
        <w:t xml:space="preserve"> </w:t>
      </w:r>
      <w:r>
        <w:rPr>
          <w:rFonts w:eastAsia="UniversPro-Roman"/>
          <w:sz w:val="22"/>
          <w:szCs w:val="22"/>
        </w:rPr>
        <w:t>p</w:t>
      </w:r>
      <w:r w:rsidRPr="00502828">
        <w:rPr>
          <w:rFonts w:eastAsia="UniversPro-Roman"/>
          <w:sz w:val="22"/>
          <w:szCs w:val="22"/>
        </w:rPr>
        <w:t>oz. 719</w:t>
      </w:r>
      <w:r>
        <w:rPr>
          <w:rFonts w:eastAsia="UniversPro-Roman"/>
          <w:sz w:val="22"/>
          <w:szCs w:val="22"/>
        </w:rPr>
        <w:t>.</w:t>
      </w:r>
      <w:r w:rsidRPr="00E61403">
        <w:rPr>
          <w:sz w:val="22"/>
          <w:szCs w:val="22"/>
        </w:rPr>
        <w:t xml:space="preserve"> </w:t>
      </w:r>
      <w:r>
        <w:rPr>
          <w:sz w:val="22"/>
          <w:szCs w:val="22"/>
        </w:rPr>
        <w:t>K</w:t>
      </w:r>
      <w:r w:rsidRPr="00E61403">
        <w:rPr>
          <w:sz w:val="22"/>
          <w:szCs w:val="22"/>
        </w:rPr>
        <w:t>adr</w:t>
      </w:r>
      <w:r>
        <w:rPr>
          <w:sz w:val="22"/>
          <w:szCs w:val="22"/>
        </w:rPr>
        <w:t>a</w:t>
      </w:r>
      <w:r w:rsidRPr="00E61403">
        <w:rPr>
          <w:sz w:val="22"/>
          <w:szCs w:val="22"/>
        </w:rPr>
        <w:t xml:space="preserve"> fachow</w:t>
      </w:r>
      <w:r>
        <w:rPr>
          <w:sz w:val="22"/>
          <w:szCs w:val="22"/>
        </w:rPr>
        <w:t>a realizująca</w:t>
      </w:r>
      <w:r w:rsidRPr="00E61403">
        <w:rPr>
          <w:sz w:val="22"/>
          <w:szCs w:val="22"/>
        </w:rPr>
        <w:t xml:space="preserve"> powierzon</w:t>
      </w:r>
      <w:r>
        <w:rPr>
          <w:sz w:val="22"/>
          <w:szCs w:val="22"/>
        </w:rPr>
        <w:t>e</w:t>
      </w:r>
      <w:r w:rsidRPr="00E6140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Wykonawcy </w:t>
      </w:r>
      <w:r w:rsidRPr="00E61403">
        <w:rPr>
          <w:sz w:val="22"/>
          <w:szCs w:val="22"/>
        </w:rPr>
        <w:t>zada</w:t>
      </w:r>
      <w:r>
        <w:rPr>
          <w:sz w:val="22"/>
          <w:szCs w:val="22"/>
        </w:rPr>
        <w:t xml:space="preserve">nia będzie posiadała </w:t>
      </w:r>
      <w:r w:rsidRPr="00E61403">
        <w:rPr>
          <w:sz w:val="22"/>
          <w:szCs w:val="22"/>
        </w:rPr>
        <w:t xml:space="preserve">niezbędne uprawnienia przewidziane </w:t>
      </w:r>
      <w:r>
        <w:rPr>
          <w:sz w:val="22"/>
          <w:szCs w:val="22"/>
        </w:rPr>
        <w:t xml:space="preserve">powyższymi </w:t>
      </w:r>
      <w:r w:rsidRPr="00E61403">
        <w:rPr>
          <w:sz w:val="22"/>
          <w:szCs w:val="22"/>
        </w:rPr>
        <w:t>przepisami</w:t>
      </w:r>
      <w:r>
        <w:rPr>
          <w:sz w:val="22"/>
          <w:szCs w:val="22"/>
        </w:rPr>
        <w:t xml:space="preserve">. Pracownicy nadzoru </w:t>
      </w:r>
      <w:r w:rsidRPr="00E61403">
        <w:rPr>
          <w:sz w:val="22"/>
          <w:szCs w:val="22"/>
        </w:rPr>
        <w:t xml:space="preserve">będą posiadać </w:t>
      </w:r>
      <w:r w:rsidRPr="00952A67">
        <w:rPr>
          <w:sz w:val="22"/>
          <w:szCs w:val="22"/>
        </w:rPr>
        <w:t xml:space="preserve">wykształcenie wyższe techniczne oraz kwalifikacje na stanowisku dozoru w </w:t>
      </w:r>
      <w:r>
        <w:rPr>
          <w:sz w:val="22"/>
          <w:szCs w:val="22"/>
        </w:rPr>
        <w:t xml:space="preserve">wymaganym przepisami </w:t>
      </w:r>
      <w:r w:rsidRPr="00952A67">
        <w:rPr>
          <w:sz w:val="22"/>
          <w:szCs w:val="22"/>
        </w:rPr>
        <w:t>zakresie</w:t>
      </w:r>
      <w:r>
        <w:rPr>
          <w:sz w:val="22"/>
          <w:szCs w:val="22"/>
        </w:rPr>
        <w:t>, natomiast p</w:t>
      </w:r>
      <w:r w:rsidRPr="00E61403">
        <w:rPr>
          <w:sz w:val="22"/>
          <w:szCs w:val="22"/>
        </w:rPr>
        <w:t>racownicy do obsługi serwisowej - technicy serwisu, będą posiadać stosowne</w:t>
      </w:r>
      <w:r>
        <w:rPr>
          <w:sz w:val="22"/>
          <w:szCs w:val="22"/>
        </w:rPr>
        <w:t>, wymagane przepisami,</w:t>
      </w:r>
      <w:r w:rsidRPr="00E61403">
        <w:rPr>
          <w:sz w:val="22"/>
          <w:szCs w:val="22"/>
        </w:rPr>
        <w:t xml:space="preserve"> uprawnienia zawodowe do obsługi i eksploatacji urządzeń i instalacji elektroenergetycznych</w:t>
      </w:r>
      <w:r>
        <w:rPr>
          <w:sz w:val="22"/>
          <w:szCs w:val="22"/>
        </w:rPr>
        <w:t xml:space="preserve"> oraz aktualne, wymagane badania lekarskie, w tym badania w kierunku nosicielstwa. K</w:t>
      </w:r>
      <w:r w:rsidRPr="009D0E45">
        <w:rPr>
          <w:sz w:val="22"/>
          <w:szCs w:val="22"/>
        </w:rPr>
        <w:t xml:space="preserve">serokopie </w:t>
      </w:r>
      <w:r>
        <w:rPr>
          <w:sz w:val="22"/>
          <w:szCs w:val="22"/>
        </w:rPr>
        <w:t xml:space="preserve">dokumentow potwierdzających kwalifikacje, uprawnienia i badania </w:t>
      </w:r>
      <w:r w:rsidRPr="009D0E45">
        <w:rPr>
          <w:sz w:val="22"/>
          <w:szCs w:val="22"/>
        </w:rPr>
        <w:t>powinny</w:t>
      </w:r>
      <w:r>
        <w:rPr>
          <w:sz w:val="22"/>
          <w:szCs w:val="22"/>
        </w:rPr>
        <w:t xml:space="preserve"> </w:t>
      </w:r>
      <w:r w:rsidRPr="009D0E45">
        <w:rPr>
          <w:sz w:val="22"/>
          <w:szCs w:val="22"/>
        </w:rPr>
        <w:t xml:space="preserve">zostać dostarczone do </w:t>
      </w:r>
      <w:r>
        <w:rPr>
          <w:sz w:val="22"/>
          <w:szCs w:val="22"/>
        </w:rPr>
        <w:t>Kierownika Działu Technicznego i Zamówień Publicznych</w:t>
      </w:r>
      <w:r w:rsidRPr="009D0E45">
        <w:rPr>
          <w:sz w:val="22"/>
          <w:szCs w:val="22"/>
        </w:rPr>
        <w:t xml:space="preserve"> </w:t>
      </w:r>
      <w:r>
        <w:rPr>
          <w:sz w:val="22"/>
          <w:szCs w:val="22"/>
        </w:rPr>
        <w:t>SPZZOZ w Wyszkowie - niezwłocznie po podpisaniu umowy bądź ich aktualizacji.</w:t>
      </w:r>
    </w:p>
    <w:p w:rsidR="00297150" w:rsidRPr="00206AA9" w:rsidRDefault="00297150" w:rsidP="006F39F6">
      <w:pPr>
        <w:jc w:val="both"/>
        <w:rPr>
          <w:sz w:val="16"/>
          <w:szCs w:val="16"/>
        </w:rPr>
      </w:pPr>
    </w:p>
    <w:p w:rsidR="00297150" w:rsidRPr="009D0E45" w:rsidRDefault="00297150" w:rsidP="00DF0381">
      <w:pPr>
        <w:jc w:val="both"/>
        <w:rPr>
          <w:sz w:val="22"/>
          <w:szCs w:val="22"/>
        </w:rPr>
      </w:pPr>
      <w:r>
        <w:rPr>
          <w:sz w:val="22"/>
          <w:szCs w:val="22"/>
        </w:rPr>
        <w:t>2. Wykonawca jest zobowiązany do wyznaczenia osób odpowiedzialnych za stały nadzór nad wykonaniem przedmiotu zamówienia. O</w:t>
      </w:r>
      <w:r w:rsidRPr="00B2650C">
        <w:rPr>
          <w:sz w:val="22"/>
          <w:szCs w:val="22"/>
        </w:rPr>
        <w:t>sob</w:t>
      </w:r>
      <w:r>
        <w:rPr>
          <w:sz w:val="22"/>
          <w:szCs w:val="22"/>
        </w:rPr>
        <w:t>a odpowiedzialna</w:t>
      </w:r>
      <w:r w:rsidRPr="00B2650C">
        <w:rPr>
          <w:sz w:val="22"/>
          <w:szCs w:val="22"/>
        </w:rPr>
        <w:t xml:space="preserve"> za nadzór nad pracami ze strony Wykonawcy </w:t>
      </w:r>
      <w:r>
        <w:rPr>
          <w:sz w:val="22"/>
          <w:szCs w:val="22"/>
        </w:rPr>
        <w:t>jest</w:t>
      </w:r>
      <w:r w:rsidRPr="00B2650C">
        <w:rPr>
          <w:sz w:val="22"/>
          <w:szCs w:val="22"/>
        </w:rPr>
        <w:t xml:space="preserve"> zobowiązana do ścisłego kontaktu z przedstawicielami Zamawiającego</w:t>
      </w:r>
      <w:r>
        <w:rPr>
          <w:sz w:val="22"/>
          <w:szCs w:val="22"/>
        </w:rPr>
        <w:t xml:space="preserve"> oraz </w:t>
      </w:r>
      <w:r w:rsidRPr="00B2650C">
        <w:rPr>
          <w:sz w:val="22"/>
          <w:szCs w:val="22"/>
        </w:rPr>
        <w:t>do uczestnictwa w spotkani</w:t>
      </w:r>
      <w:r>
        <w:rPr>
          <w:sz w:val="22"/>
          <w:szCs w:val="22"/>
        </w:rPr>
        <w:t>ach</w:t>
      </w:r>
      <w:r w:rsidRPr="00B2650C">
        <w:rPr>
          <w:sz w:val="22"/>
          <w:szCs w:val="22"/>
        </w:rPr>
        <w:t xml:space="preserve"> roboczy</w:t>
      </w:r>
      <w:r>
        <w:rPr>
          <w:sz w:val="22"/>
          <w:szCs w:val="22"/>
        </w:rPr>
        <w:t>ch,</w:t>
      </w:r>
      <w:r w:rsidRPr="00B2650C">
        <w:rPr>
          <w:sz w:val="22"/>
          <w:szCs w:val="22"/>
        </w:rPr>
        <w:t xml:space="preserve"> </w:t>
      </w:r>
      <w:r>
        <w:rPr>
          <w:sz w:val="22"/>
          <w:szCs w:val="22"/>
        </w:rPr>
        <w:t>nie rzadziej niż raz na miesiąc, z</w:t>
      </w:r>
      <w:r w:rsidRPr="00B2650C">
        <w:rPr>
          <w:sz w:val="22"/>
          <w:szCs w:val="22"/>
        </w:rPr>
        <w:t xml:space="preserve"> przedstawicielami Zamawiającego</w:t>
      </w:r>
      <w:r>
        <w:rPr>
          <w:sz w:val="22"/>
          <w:szCs w:val="22"/>
        </w:rPr>
        <w:t xml:space="preserve"> w siedzibie Zamawiającego</w:t>
      </w:r>
      <w:r w:rsidRPr="00B2650C">
        <w:rPr>
          <w:sz w:val="22"/>
          <w:szCs w:val="22"/>
        </w:rPr>
        <w:t>. Zamawiający zastrzega sobie możliwość wezwania</w:t>
      </w:r>
      <w:r>
        <w:rPr>
          <w:sz w:val="22"/>
          <w:szCs w:val="22"/>
        </w:rPr>
        <w:t xml:space="preserve"> w każdym czasie </w:t>
      </w:r>
      <w:r w:rsidRPr="00B2650C">
        <w:rPr>
          <w:sz w:val="22"/>
          <w:szCs w:val="22"/>
        </w:rPr>
        <w:t>przedstawiciela Wykonawcy odpowiedzialnego za nadzór</w:t>
      </w:r>
      <w:r>
        <w:rPr>
          <w:sz w:val="22"/>
          <w:szCs w:val="22"/>
        </w:rPr>
        <w:t xml:space="preserve"> na spotkanie w SPZZOZ w Wyszkowie, lub wskazanym miejscu na terenie Wyszkowa, dla</w:t>
      </w:r>
      <w:r w:rsidRPr="00B2650C">
        <w:rPr>
          <w:sz w:val="22"/>
          <w:szCs w:val="22"/>
        </w:rPr>
        <w:t xml:space="preserve"> ustalenia zakresu i sposobu wykonania prac niezbędnych do utrzymania w ruchu</w:t>
      </w:r>
      <w:r>
        <w:rPr>
          <w:sz w:val="22"/>
          <w:szCs w:val="22"/>
        </w:rPr>
        <w:t>, modernizacji, rozbudowy, itp.</w:t>
      </w:r>
      <w:r w:rsidRPr="00B2650C">
        <w:rPr>
          <w:sz w:val="22"/>
          <w:szCs w:val="22"/>
        </w:rPr>
        <w:t xml:space="preserve"> urządzeń infrastruktury technicznej </w:t>
      </w:r>
      <w:r>
        <w:rPr>
          <w:sz w:val="22"/>
          <w:szCs w:val="22"/>
        </w:rPr>
        <w:t>Zamawiającego. W takim przypadku pracownik nadzoru  Wykonawcy przybędzie w wyznaczonym lub uzgodnionym terminie nie dłuższym niż 24 godziny od wezwania</w:t>
      </w:r>
      <w:r w:rsidRPr="00F1074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przekazanego </w:t>
      </w:r>
      <w:r w:rsidRPr="00B2650C">
        <w:rPr>
          <w:sz w:val="22"/>
          <w:szCs w:val="22"/>
        </w:rPr>
        <w:t>telefonicznie, faksem lub pocztą elektroniczną</w:t>
      </w:r>
      <w:r>
        <w:rPr>
          <w:sz w:val="22"/>
          <w:szCs w:val="22"/>
        </w:rPr>
        <w:t xml:space="preserve">. Wykonawca jest zobowiązany  do uczestnictwa w naradach związanych z realizowanymi inwestycjami oraz do weryfikacji i konsultacji dokumentacji projektowej w zakresie elektrycznym, a także do informowania Zamawiającego o potrzebie zmian i rozbudowy instalacji elektrycznej w SPZZOZ w Wyszkowie. </w:t>
      </w:r>
      <w:r w:rsidRPr="001C53C8">
        <w:rPr>
          <w:sz w:val="22"/>
          <w:szCs w:val="22"/>
        </w:rPr>
        <w:t xml:space="preserve">Wykonawca zagwarantuje i udostępni </w:t>
      </w:r>
      <w:r>
        <w:rPr>
          <w:sz w:val="22"/>
          <w:szCs w:val="22"/>
        </w:rPr>
        <w:t>telefoniczny kontakt,</w:t>
      </w:r>
      <w:r w:rsidRPr="001C53C8">
        <w:rPr>
          <w:sz w:val="22"/>
          <w:szCs w:val="22"/>
        </w:rPr>
        <w:t xml:space="preserve"> z osobą odpowiedzialną </w:t>
      </w:r>
      <w:r>
        <w:rPr>
          <w:sz w:val="22"/>
          <w:szCs w:val="22"/>
        </w:rPr>
        <w:t>za nadzór,</w:t>
      </w:r>
      <w:r w:rsidRPr="001C53C8">
        <w:rPr>
          <w:sz w:val="22"/>
          <w:szCs w:val="22"/>
        </w:rPr>
        <w:t xml:space="preserve"> przez 24 h na dobę, przez 7 dni w tygodniu.</w:t>
      </w:r>
      <w:r w:rsidRPr="00EE417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Zamawiający zastrzega sobie prawo do wezwania pracownika nadzoru Wykonawcy w każdym czasie, </w:t>
      </w:r>
      <w:r w:rsidRPr="00B2650C">
        <w:rPr>
          <w:sz w:val="22"/>
          <w:szCs w:val="22"/>
        </w:rPr>
        <w:t>w przypadk</w:t>
      </w:r>
      <w:r>
        <w:rPr>
          <w:sz w:val="22"/>
          <w:szCs w:val="22"/>
        </w:rPr>
        <w:t>ach</w:t>
      </w:r>
      <w:r w:rsidRPr="00B2650C">
        <w:rPr>
          <w:sz w:val="22"/>
          <w:szCs w:val="22"/>
        </w:rPr>
        <w:t xml:space="preserve"> awar</w:t>
      </w:r>
      <w:r>
        <w:rPr>
          <w:sz w:val="22"/>
          <w:szCs w:val="22"/>
        </w:rPr>
        <w:t xml:space="preserve">yjnych. W takim przypadku pracownik nadzoru Wykonawcy zobowiązany jest do  niezwłocznego stawienia się w miejscu awarii i podjęcia odpowiednich działań interwencyjnych. </w:t>
      </w:r>
    </w:p>
    <w:p w:rsidR="00297150" w:rsidRPr="00206AA9" w:rsidRDefault="00297150" w:rsidP="00C37905">
      <w:pPr>
        <w:pStyle w:val="Default"/>
        <w:jc w:val="both"/>
        <w:rPr>
          <w:sz w:val="16"/>
          <w:szCs w:val="16"/>
        </w:rPr>
      </w:pPr>
    </w:p>
    <w:p w:rsidR="00297150" w:rsidRDefault="00297150" w:rsidP="00C3790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 </w:t>
      </w:r>
      <w:r w:rsidRPr="00B2650C">
        <w:rPr>
          <w:sz w:val="22"/>
          <w:szCs w:val="22"/>
        </w:rPr>
        <w:t>D</w:t>
      </w:r>
      <w:r>
        <w:rPr>
          <w:sz w:val="22"/>
          <w:szCs w:val="22"/>
        </w:rPr>
        <w:t>la</w:t>
      </w:r>
      <w:r w:rsidRPr="00B2650C">
        <w:rPr>
          <w:sz w:val="22"/>
          <w:szCs w:val="22"/>
        </w:rPr>
        <w:t xml:space="preserve"> realizacji </w:t>
      </w:r>
      <w:r>
        <w:rPr>
          <w:sz w:val="22"/>
          <w:szCs w:val="22"/>
        </w:rPr>
        <w:t xml:space="preserve">bieżących </w:t>
      </w:r>
      <w:r w:rsidRPr="00B2650C">
        <w:rPr>
          <w:sz w:val="22"/>
          <w:szCs w:val="22"/>
        </w:rPr>
        <w:t xml:space="preserve">zadań określonych w opisie </w:t>
      </w:r>
      <w:r>
        <w:rPr>
          <w:sz w:val="22"/>
          <w:szCs w:val="22"/>
        </w:rPr>
        <w:t>przedmiotu zamówienia</w:t>
      </w:r>
      <w:r w:rsidRPr="00B2650C">
        <w:rPr>
          <w:sz w:val="22"/>
          <w:szCs w:val="22"/>
        </w:rPr>
        <w:t xml:space="preserve"> Wykonawca zapewnia </w:t>
      </w:r>
      <w:r w:rsidRPr="002B5E54">
        <w:rPr>
          <w:b/>
          <w:sz w:val="22"/>
          <w:szCs w:val="22"/>
        </w:rPr>
        <w:t>stały dyżur w SPZZOZ w Wyszkowie</w:t>
      </w:r>
      <w:r w:rsidRPr="00B2650C">
        <w:rPr>
          <w:sz w:val="22"/>
          <w:szCs w:val="22"/>
        </w:rPr>
        <w:t xml:space="preserve"> jednej osoby </w:t>
      </w:r>
      <w:r w:rsidRPr="00144517">
        <w:rPr>
          <w:b/>
          <w:sz w:val="22"/>
          <w:szCs w:val="22"/>
        </w:rPr>
        <w:t>w dni robocze</w:t>
      </w:r>
      <w:r>
        <w:rPr>
          <w:sz w:val="22"/>
          <w:szCs w:val="22"/>
        </w:rPr>
        <w:t>,</w:t>
      </w:r>
      <w:r w:rsidRPr="00B2650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co najmniej </w:t>
      </w:r>
      <w:r w:rsidRPr="00144517">
        <w:rPr>
          <w:b/>
          <w:sz w:val="22"/>
          <w:szCs w:val="22"/>
        </w:rPr>
        <w:t>przez cztery godziny dziennie,</w:t>
      </w:r>
      <w:r>
        <w:rPr>
          <w:sz w:val="22"/>
          <w:szCs w:val="22"/>
        </w:rPr>
        <w:t xml:space="preserve"> </w:t>
      </w:r>
      <w:r w:rsidRPr="00B2650C">
        <w:rPr>
          <w:sz w:val="22"/>
          <w:szCs w:val="22"/>
        </w:rPr>
        <w:t xml:space="preserve">w godzinach </w:t>
      </w:r>
      <w:r>
        <w:rPr>
          <w:sz w:val="22"/>
          <w:szCs w:val="22"/>
        </w:rPr>
        <w:t xml:space="preserve">uzgodnionych z Zamawiającym </w:t>
      </w:r>
      <w:r w:rsidRPr="00B2650C">
        <w:rPr>
          <w:sz w:val="22"/>
          <w:szCs w:val="22"/>
        </w:rPr>
        <w:t xml:space="preserve">oraz dyżur telefoniczny w pozostałych godzinach oraz przez cały dzień w soboty, </w:t>
      </w:r>
      <w:r>
        <w:rPr>
          <w:sz w:val="22"/>
          <w:szCs w:val="22"/>
        </w:rPr>
        <w:t xml:space="preserve">dni wolne od pracy, </w:t>
      </w:r>
      <w:r w:rsidRPr="00B2650C">
        <w:rPr>
          <w:sz w:val="22"/>
          <w:szCs w:val="22"/>
        </w:rPr>
        <w:t>niedziele i święta</w:t>
      </w:r>
      <w:r>
        <w:rPr>
          <w:sz w:val="22"/>
          <w:szCs w:val="22"/>
        </w:rPr>
        <w:t>.</w:t>
      </w:r>
      <w:r w:rsidRPr="00292E31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Pracownik </w:t>
      </w:r>
      <w:r w:rsidRPr="00B2650C">
        <w:rPr>
          <w:sz w:val="22"/>
          <w:szCs w:val="22"/>
        </w:rPr>
        <w:t>Wykonawc</w:t>
      </w:r>
      <w:r>
        <w:rPr>
          <w:sz w:val="22"/>
          <w:szCs w:val="22"/>
        </w:rPr>
        <w:t>y, po odebraniu zawiadomienia telefonicznego, zobowiązany jest do niezwłocznego podjęcia działań naprawczych</w:t>
      </w:r>
      <w:r w:rsidRPr="00144517">
        <w:rPr>
          <w:b/>
          <w:sz w:val="22"/>
          <w:szCs w:val="22"/>
        </w:rPr>
        <w:t xml:space="preserve"> </w:t>
      </w:r>
      <w:r w:rsidRPr="00792291">
        <w:rPr>
          <w:sz w:val="22"/>
          <w:szCs w:val="22"/>
        </w:rPr>
        <w:t>w miejscu awarii</w:t>
      </w:r>
      <w:r>
        <w:rPr>
          <w:sz w:val="22"/>
          <w:szCs w:val="22"/>
        </w:rPr>
        <w:t xml:space="preserve"> w tym:</w:t>
      </w:r>
    </w:p>
    <w:p w:rsidR="00297150" w:rsidRDefault="00297150" w:rsidP="00C40020">
      <w:pPr>
        <w:pStyle w:val="Default"/>
        <w:numPr>
          <w:ilvl w:val="0"/>
          <w:numId w:val="16"/>
        </w:numPr>
        <w:jc w:val="both"/>
        <w:rPr>
          <w:sz w:val="22"/>
          <w:szCs w:val="22"/>
        </w:rPr>
      </w:pPr>
      <w:r w:rsidRPr="00274429">
        <w:rPr>
          <w:b/>
          <w:sz w:val="22"/>
          <w:szCs w:val="22"/>
        </w:rPr>
        <w:t xml:space="preserve">nie później niż w </w:t>
      </w:r>
      <w:r w:rsidRPr="00144517">
        <w:rPr>
          <w:b/>
          <w:sz w:val="22"/>
          <w:szCs w:val="22"/>
        </w:rPr>
        <w:t xml:space="preserve">czasie </w:t>
      </w:r>
      <w:r>
        <w:rPr>
          <w:b/>
          <w:sz w:val="22"/>
          <w:szCs w:val="22"/>
        </w:rPr>
        <w:t xml:space="preserve">do </w:t>
      </w:r>
      <w:r w:rsidRPr="00144517">
        <w:rPr>
          <w:b/>
          <w:sz w:val="22"/>
          <w:szCs w:val="22"/>
        </w:rPr>
        <w:t>5 minut</w:t>
      </w:r>
      <w:r>
        <w:rPr>
          <w:b/>
          <w:sz w:val="22"/>
          <w:szCs w:val="22"/>
        </w:rPr>
        <w:t xml:space="preserve"> </w:t>
      </w:r>
      <w:r w:rsidRPr="00191EF6">
        <w:rPr>
          <w:sz w:val="22"/>
          <w:szCs w:val="22"/>
        </w:rPr>
        <w:t xml:space="preserve">od momentu otrzymania zawiadomienia telefonicznego jako </w:t>
      </w:r>
      <w:r>
        <w:rPr>
          <w:b/>
          <w:sz w:val="22"/>
          <w:szCs w:val="22"/>
        </w:rPr>
        <w:t>zgłoszenia naprawy, lub awarii zagrażającej życiu</w:t>
      </w:r>
      <w:r w:rsidRPr="00144517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- w </w:t>
      </w:r>
      <w:r w:rsidRPr="00144517">
        <w:rPr>
          <w:b/>
          <w:sz w:val="22"/>
          <w:szCs w:val="22"/>
        </w:rPr>
        <w:t>czasie dyżuru w SPZZOZ w Wyszkowie</w:t>
      </w:r>
      <w:r>
        <w:rPr>
          <w:sz w:val="22"/>
          <w:szCs w:val="22"/>
        </w:rPr>
        <w:t xml:space="preserve">; </w:t>
      </w:r>
    </w:p>
    <w:p w:rsidR="00297150" w:rsidRDefault="00297150" w:rsidP="00C40020">
      <w:pPr>
        <w:pStyle w:val="Default"/>
        <w:numPr>
          <w:ilvl w:val="0"/>
          <w:numId w:val="16"/>
        </w:numPr>
        <w:jc w:val="both"/>
        <w:rPr>
          <w:sz w:val="22"/>
          <w:szCs w:val="22"/>
        </w:rPr>
      </w:pPr>
      <w:r w:rsidRPr="00191EF6">
        <w:rPr>
          <w:b/>
          <w:sz w:val="22"/>
          <w:szCs w:val="22"/>
        </w:rPr>
        <w:t>nie później niż w</w:t>
      </w:r>
      <w:r w:rsidRPr="00B2650C"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czasi</w:t>
      </w:r>
      <w:r w:rsidRPr="00144517">
        <w:rPr>
          <w:b/>
          <w:sz w:val="22"/>
          <w:szCs w:val="22"/>
        </w:rPr>
        <w:t>e</w:t>
      </w:r>
      <w:r w:rsidRPr="00B2650C">
        <w:rPr>
          <w:sz w:val="22"/>
          <w:szCs w:val="22"/>
        </w:rPr>
        <w:t xml:space="preserve"> </w:t>
      </w:r>
      <w:r w:rsidRPr="00C616B6">
        <w:rPr>
          <w:b/>
          <w:sz w:val="22"/>
          <w:szCs w:val="22"/>
        </w:rPr>
        <w:t>do ……</w:t>
      </w:r>
      <w:r>
        <w:rPr>
          <w:b/>
          <w:sz w:val="22"/>
          <w:szCs w:val="22"/>
        </w:rPr>
        <w:t>………</w:t>
      </w:r>
      <w:r w:rsidRPr="003A32BB">
        <w:rPr>
          <w:sz w:val="22"/>
          <w:szCs w:val="22"/>
        </w:rPr>
        <w:t xml:space="preserve">(czas z oferty) </w:t>
      </w:r>
      <w:r w:rsidRPr="00B2650C">
        <w:rPr>
          <w:sz w:val="22"/>
          <w:szCs w:val="22"/>
        </w:rPr>
        <w:t xml:space="preserve">od momentu otrzymania zawiadomienia </w:t>
      </w:r>
      <w:r>
        <w:rPr>
          <w:sz w:val="22"/>
          <w:szCs w:val="22"/>
        </w:rPr>
        <w:t xml:space="preserve">telefonicznego jako </w:t>
      </w:r>
      <w:r w:rsidRPr="00C616B6">
        <w:rPr>
          <w:b/>
          <w:sz w:val="22"/>
          <w:szCs w:val="22"/>
        </w:rPr>
        <w:t>zgłoszenie naprawy</w:t>
      </w:r>
      <w:r>
        <w:rPr>
          <w:b/>
          <w:sz w:val="22"/>
          <w:szCs w:val="22"/>
        </w:rPr>
        <w:t xml:space="preserve"> -</w:t>
      </w:r>
      <w:r w:rsidRPr="00144517">
        <w:rPr>
          <w:b/>
          <w:sz w:val="22"/>
          <w:szCs w:val="22"/>
        </w:rPr>
        <w:t xml:space="preserve"> w czasie dyżur</w:t>
      </w:r>
      <w:r>
        <w:rPr>
          <w:b/>
          <w:sz w:val="22"/>
          <w:szCs w:val="22"/>
        </w:rPr>
        <w:t>u</w:t>
      </w:r>
      <w:r w:rsidRPr="00144517">
        <w:rPr>
          <w:b/>
          <w:sz w:val="22"/>
          <w:szCs w:val="22"/>
        </w:rPr>
        <w:t xml:space="preserve"> telefoniczn</w:t>
      </w:r>
      <w:r>
        <w:rPr>
          <w:b/>
          <w:sz w:val="22"/>
          <w:szCs w:val="22"/>
        </w:rPr>
        <w:t>ego;</w:t>
      </w:r>
      <w:r w:rsidRPr="00B2650C">
        <w:rPr>
          <w:sz w:val="22"/>
          <w:szCs w:val="22"/>
        </w:rPr>
        <w:t xml:space="preserve"> </w:t>
      </w:r>
    </w:p>
    <w:p w:rsidR="00297150" w:rsidRDefault="00297150" w:rsidP="00C40020">
      <w:pPr>
        <w:pStyle w:val="Default"/>
        <w:numPr>
          <w:ilvl w:val="0"/>
          <w:numId w:val="16"/>
        </w:numPr>
        <w:jc w:val="both"/>
        <w:rPr>
          <w:sz w:val="22"/>
          <w:szCs w:val="22"/>
        </w:rPr>
      </w:pPr>
      <w:r w:rsidRPr="00F82301">
        <w:rPr>
          <w:b/>
          <w:sz w:val="22"/>
          <w:szCs w:val="22"/>
        </w:rPr>
        <w:t>nie później niż w czasie</w:t>
      </w: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do ………….</w:t>
      </w:r>
      <w:r w:rsidRPr="003A32BB">
        <w:rPr>
          <w:sz w:val="22"/>
          <w:szCs w:val="22"/>
        </w:rPr>
        <w:t xml:space="preserve">(czas z oferty) </w:t>
      </w:r>
      <w:r w:rsidRPr="00B2650C">
        <w:rPr>
          <w:sz w:val="22"/>
          <w:szCs w:val="22"/>
        </w:rPr>
        <w:t xml:space="preserve">od momentu otrzymania zawiadomienia </w:t>
      </w:r>
      <w:r>
        <w:rPr>
          <w:sz w:val="22"/>
          <w:szCs w:val="22"/>
        </w:rPr>
        <w:t>telefonicznego jako</w:t>
      </w:r>
      <w:r w:rsidRPr="006A0877">
        <w:rPr>
          <w:b/>
          <w:sz w:val="22"/>
          <w:szCs w:val="22"/>
        </w:rPr>
        <w:t xml:space="preserve"> </w:t>
      </w:r>
      <w:r w:rsidRPr="00BF443D">
        <w:rPr>
          <w:b/>
          <w:color w:val="auto"/>
          <w:sz w:val="22"/>
          <w:szCs w:val="22"/>
        </w:rPr>
        <w:t>awarii zagrażającej życiu</w:t>
      </w:r>
      <w:r>
        <w:rPr>
          <w:b/>
          <w:color w:val="auto"/>
          <w:sz w:val="22"/>
          <w:szCs w:val="22"/>
        </w:rPr>
        <w:t xml:space="preserve"> -</w:t>
      </w:r>
      <w:r w:rsidRPr="00BF443D">
        <w:rPr>
          <w:b/>
          <w:color w:val="auto"/>
          <w:sz w:val="22"/>
          <w:szCs w:val="22"/>
        </w:rPr>
        <w:t xml:space="preserve"> </w:t>
      </w:r>
      <w:r w:rsidRPr="00F82301">
        <w:rPr>
          <w:b/>
          <w:color w:val="auto"/>
          <w:sz w:val="22"/>
          <w:szCs w:val="22"/>
        </w:rPr>
        <w:t>w czasie dyżuru telefonicznego</w:t>
      </w:r>
      <w:r>
        <w:rPr>
          <w:color w:val="auto"/>
          <w:sz w:val="22"/>
          <w:szCs w:val="22"/>
        </w:rPr>
        <w:t>.</w:t>
      </w:r>
    </w:p>
    <w:p w:rsidR="00297150" w:rsidRDefault="00297150" w:rsidP="00C37905">
      <w:pPr>
        <w:pStyle w:val="Defaul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Wykonawca jest zobowiązany, w sytuacjach awaryjnych </w:t>
      </w:r>
      <w:r w:rsidRPr="00B2650C">
        <w:rPr>
          <w:sz w:val="22"/>
          <w:szCs w:val="22"/>
        </w:rPr>
        <w:t xml:space="preserve">oraz </w:t>
      </w:r>
      <w:r>
        <w:rPr>
          <w:sz w:val="22"/>
          <w:szCs w:val="22"/>
        </w:rPr>
        <w:t xml:space="preserve">przy większym zakresie prac, do zapewnienia </w:t>
      </w:r>
      <w:r w:rsidRPr="00B2650C">
        <w:rPr>
          <w:sz w:val="22"/>
          <w:szCs w:val="22"/>
        </w:rPr>
        <w:t>udział</w:t>
      </w:r>
      <w:r>
        <w:rPr>
          <w:sz w:val="22"/>
          <w:szCs w:val="22"/>
        </w:rPr>
        <w:t>u</w:t>
      </w:r>
      <w:r w:rsidRPr="00B2650C">
        <w:rPr>
          <w:sz w:val="22"/>
          <w:szCs w:val="22"/>
        </w:rPr>
        <w:t xml:space="preserve"> </w:t>
      </w:r>
      <w:r>
        <w:rPr>
          <w:sz w:val="22"/>
          <w:szCs w:val="22"/>
        </w:rPr>
        <w:t>większej, niż w okresie dyżurów, ilości osób o odpowiednich kwalifikacjach</w:t>
      </w:r>
      <w:r w:rsidRPr="00B2650C">
        <w:rPr>
          <w:sz w:val="22"/>
          <w:szCs w:val="22"/>
        </w:rPr>
        <w:t xml:space="preserve"> niezbędnych do zapewnienia prawidłowej i bezpiecznej pracy urządzeń oraz instalacji w budynkach i na terenie SPZZOZ w Wyszkowie</w:t>
      </w:r>
      <w:r>
        <w:rPr>
          <w:sz w:val="22"/>
          <w:szCs w:val="22"/>
        </w:rPr>
        <w:t xml:space="preserve">. </w:t>
      </w:r>
    </w:p>
    <w:p w:rsidR="00297150" w:rsidRPr="009D0E45" w:rsidRDefault="00297150" w:rsidP="007E7FB2">
      <w:pPr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Pr="009D0E45">
        <w:rPr>
          <w:sz w:val="22"/>
          <w:szCs w:val="22"/>
        </w:rPr>
        <w:t>. W przypadku zaistnienia równocześnie większej ilości awarii</w:t>
      </w:r>
      <w:r>
        <w:rPr>
          <w:sz w:val="22"/>
          <w:szCs w:val="22"/>
        </w:rPr>
        <w:t xml:space="preserve">, </w:t>
      </w:r>
      <w:r w:rsidRPr="009D0E45">
        <w:rPr>
          <w:sz w:val="22"/>
          <w:szCs w:val="22"/>
        </w:rPr>
        <w:t>lub</w:t>
      </w:r>
      <w:r>
        <w:rPr>
          <w:sz w:val="22"/>
          <w:szCs w:val="22"/>
        </w:rPr>
        <w:t xml:space="preserve"> usterki</w:t>
      </w:r>
      <w:r w:rsidRPr="009D0E45">
        <w:rPr>
          <w:sz w:val="22"/>
          <w:szCs w:val="22"/>
        </w:rPr>
        <w:t xml:space="preserve"> niemożliwej do usunięcia w terminie krótszym niż dwie godziny</w:t>
      </w:r>
      <w:r>
        <w:rPr>
          <w:sz w:val="22"/>
          <w:szCs w:val="22"/>
        </w:rPr>
        <w:t>, Wykonawca</w:t>
      </w:r>
      <w:r w:rsidRPr="009D0E45">
        <w:rPr>
          <w:sz w:val="22"/>
          <w:szCs w:val="22"/>
        </w:rPr>
        <w:t xml:space="preserve"> zobowiązany jest </w:t>
      </w:r>
      <w:r>
        <w:rPr>
          <w:sz w:val="22"/>
          <w:szCs w:val="22"/>
        </w:rPr>
        <w:t xml:space="preserve">do </w:t>
      </w:r>
      <w:r w:rsidRPr="009D0E45">
        <w:rPr>
          <w:sz w:val="22"/>
          <w:szCs w:val="22"/>
        </w:rPr>
        <w:t>uzgodni</w:t>
      </w:r>
      <w:r>
        <w:rPr>
          <w:sz w:val="22"/>
          <w:szCs w:val="22"/>
        </w:rPr>
        <w:t>enia,</w:t>
      </w:r>
      <w:r w:rsidRPr="009D0E45">
        <w:rPr>
          <w:sz w:val="22"/>
          <w:szCs w:val="22"/>
        </w:rPr>
        <w:t xml:space="preserve"> </w:t>
      </w:r>
      <w:r>
        <w:rPr>
          <w:sz w:val="22"/>
          <w:szCs w:val="22"/>
        </w:rPr>
        <w:t>ze zgłaszającym,</w:t>
      </w:r>
      <w:r w:rsidRPr="009D0E45">
        <w:rPr>
          <w:sz w:val="22"/>
          <w:szCs w:val="22"/>
        </w:rPr>
        <w:t xml:space="preserve"> kolejnoś</w:t>
      </w:r>
      <w:r>
        <w:rPr>
          <w:sz w:val="22"/>
          <w:szCs w:val="22"/>
        </w:rPr>
        <w:t>ci i przewidywanego czasu naprawy oraz do</w:t>
      </w:r>
      <w:r w:rsidRPr="009D0E45">
        <w:rPr>
          <w:sz w:val="22"/>
          <w:szCs w:val="22"/>
        </w:rPr>
        <w:t xml:space="preserve"> powiadomieni</w:t>
      </w:r>
      <w:r>
        <w:rPr>
          <w:sz w:val="22"/>
          <w:szCs w:val="22"/>
        </w:rPr>
        <w:t>a</w:t>
      </w:r>
      <w:r w:rsidRPr="009D0E45">
        <w:rPr>
          <w:sz w:val="22"/>
          <w:szCs w:val="22"/>
        </w:rPr>
        <w:t xml:space="preserve"> </w:t>
      </w:r>
      <w:r>
        <w:rPr>
          <w:sz w:val="22"/>
          <w:szCs w:val="22"/>
        </w:rPr>
        <w:t>o zaistniałej sytuacji osób nadzorujących u Wykonawcy i Zamawiającego</w:t>
      </w:r>
      <w:r w:rsidRPr="009D0E45">
        <w:rPr>
          <w:sz w:val="22"/>
          <w:szCs w:val="22"/>
        </w:rPr>
        <w:t xml:space="preserve">. </w:t>
      </w:r>
    </w:p>
    <w:p w:rsidR="00297150" w:rsidRPr="008D3E89" w:rsidRDefault="00297150" w:rsidP="00AB5694">
      <w:pPr>
        <w:jc w:val="both"/>
        <w:rPr>
          <w:b/>
          <w:sz w:val="16"/>
          <w:szCs w:val="16"/>
        </w:rPr>
      </w:pPr>
    </w:p>
    <w:p w:rsidR="00297150" w:rsidRPr="00651903" w:rsidRDefault="00297150" w:rsidP="00AB5694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II. </w:t>
      </w:r>
      <w:r w:rsidRPr="00651903">
        <w:rPr>
          <w:b/>
          <w:sz w:val="22"/>
          <w:szCs w:val="22"/>
        </w:rPr>
        <w:t>ZAKRES PRAC W RAMACH USŁUGI KONSERWACJI, POMIAROW I NAPRAW INSTALACJI ORAZ URZĄDZEŃ ELEKTRYCZNYCH:</w:t>
      </w:r>
    </w:p>
    <w:p w:rsidR="00297150" w:rsidRPr="00AB5694" w:rsidRDefault="00297150" w:rsidP="00AB5694">
      <w:pPr>
        <w:jc w:val="both"/>
        <w:rPr>
          <w:sz w:val="22"/>
          <w:szCs w:val="22"/>
        </w:rPr>
      </w:pPr>
      <w:r>
        <w:rPr>
          <w:sz w:val="22"/>
          <w:szCs w:val="22"/>
        </w:rPr>
        <w:t>1. Wykonywanie terminowe wszystkich czynności</w:t>
      </w:r>
      <w:r w:rsidRPr="00AB5694">
        <w:rPr>
          <w:sz w:val="22"/>
          <w:szCs w:val="22"/>
        </w:rPr>
        <w:t xml:space="preserve"> przewidzian</w:t>
      </w:r>
      <w:r>
        <w:rPr>
          <w:sz w:val="22"/>
          <w:szCs w:val="22"/>
        </w:rPr>
        <w:t>ych</w:t>
      </w:r>
      <w:r w:rsidRPr="00AB5694">
        <w:rPr>
          <w:sz w:val="22"/>
          <w:szCs w:val="22"/>
        </w:rPr>
        <w:t xml:space="preserve"> w obowiązujących przepisach i normach</w:t>
      </w:r>
      <w:r>
        <w:rPr>
          <w:sz w:val="22"/>
          <w:szCs w:val="22"/>
        </w:rPr>
        <w:t xml:space="preserve"> konieczne dla prawidłowego funkcjonowania sieci elektroenergetycznych w obiektach i na terenach Zamawiającego,  </w:t>
      </w:r>
      <w:r w:rsidRPr="00AB5694">
        <w:rPr>
          <w:sz w:val="22"/>
          <w:szCs w:val="22"/>
        </w:rPr>
        <w:t>a także</w:t>
      </w:r>
      <w:r>
        <w:rPr>
          <w:sz w:val="22"/>
          <w:szCs w:val="22"/>
        </w:rPr>
        <w:t xml:space="preserve"> </w:t>
      </w:r>
      <w:r w:rsidRPr="00AB5694">
        <w:rPr>
          <w:sz w:val="22"/>
          <w:szCs w:val="22"/>
        </w:rPr>
        <w:t>w instrukcjach obsługi i konserwacji instalacji i urządzeń elektrycznych</w:t>
      </w:r>
      <w:r>
        <w:rPr>
          <w:sz w:val="22"/>
          <w:szCs w:val="22"/>
        </w:rPr>
        <w:t xml:space="preserve">, </w:t>
      </w:r>
      <w:r w:rsidRPr="00AB5694">
        <w:rPr>
          <w:sz w:val="22"/>
          <w:szCs w:val="22"/>
        </w:rPr>
        <w:t>w tym</w:t>
      </w:r>
      <w:r>
        <w:rPr>
          <w:sz w:val="22"/>
          <w:szCs w:val="22"/>
        </w:rPr>
        <w:t xml:space="preserve"> przeglądy i</w:t>
      </w:r>
      <w:r w:rsidRPr="00AB5694">
        <w:rPr>
          <w:sz w:val="22"/>
          <w:szCs w:val="22"/>
        </w:rPr>
        <w:t xml:space="preserve"> </w:t>
      </w:r>
      <w:r>
        <w:rPr>
          <w:sz w:val="22"/>
          <w:szCs w:val="22"/>
        </w:rPr>
        <w:t>bieżąca kontrola ich stanu technicznego.</w:t>
      </w:r>
    </w:p>
    <w:p w:rsidR="00297150" w:rsidRPr="00AB5694" w:rsidRDefault="00297150" w:rsidP="00AB569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 Wykonanie napraw, pomiarów, itp. </w:t>
      </w:r>
      <w:r w:rsidRPr="00AB5694">
        <w:rPr>
          <w:sz w:val="22"/>
          <w:szCs w:val="22"/>
        </w:rPr>
        <w:t>konieczn</w:t>
      </w:r>
      <w:r>
        <w:rPr>
          <w:sz w:val="22"/>
          <w:szCs w:val="22"/>
        </w:rPr>
        <w:t>ych</w:t>
      </w:r>
      <w:r w:rsidRPr="00AB5694">
        <w:rPr>
          <w:sz w:val="22"/>
          <w:szCs w:val="22"/>
        </w:rPr>
        <w:t xml:space="preserve"> do </w:t>
      </w:r>
      <w:r>
        <w:rPr>
          <w:sz w:val="22"/>
          <w:szCs w:val="22"/>
        </w:rPr>
        <w:t>realizacji</w:t>
      </w:r>
      <w:r w:rsidRPr="00AB5694">
        <w:rPr>
          <w:sz w:val="22"/>
          <w:szCs w:val="22"/>
        </w:rPr>
        <w:t xml:space="preserve"> w wyniku stwierdzonych przez </w:t>
      </w:r>
      <w:r>
        <w:rPr>
          <w:sz w:val="22"/>
          <w:szCs w:val="22"/>
        </w:rPr>
        <w:t>W</w:t>
      </w:r>
      <w:r w:rsidRPr="00AB5694">
        <w:rPr>
          <w:sz w:val="22"/>
          <w:szCs w:val="22"/>
        </w:rPr>
        <w:t xml:space="preserve">ykonawcę lub zgłoszonych mu przez </w:t>
      </w:r>
      <w:r>
        <w:rPr>
          <w:sz w:val="22"/>
          <w:szCs w:val="22"/>
        </w:rPr>
        <w:t>Z</w:t>
      </w:r>
      <w:r w:rsidRPr="00AB5694">
        <w:rPr>
          <w:sz w:val="22"/>
          <w:szCs w:val="22"/>
        </w:rPr>
        <w:t>amawiającego awarii i uszkodzeń instalacji</w:t>
      </w:r>
      <w:r>
        <w:rPr>
          <w:sz w:val="22"/>
          <w:szCs w:val="22"/>
        </w:rPr>
        <w:t xml:space="preserve"> elektroenergetycznych</w:t>
      </w:r>
      <w:r w:rsidRPr="00AB5694">
        <w:rPr>
          <w:sz w:val="22"/>
          <w:szCs w:val="22"/>
        </w:rPr>
        <w:t xml:space="preserve"> i urządzeń</w:t>
      </w:r>
      <w:r>
        <w:rPr>
          <w:sz w:val="22"/>
          <w:szCs w:val="22"/>
        </w:rPr>
        <w:t xml:space="preserve"> oraz wykonanie odcinków nowych instalacji dla zainstalowania dodatkowych gniazd, punktów świetlnych, podłączeń nowo zakupionych urządzeń itp. wynikających z bieżących potrzeb.</w:t>
      </w:r>
    </w:p>
    <w:p w:rsidR="00297150" w:rsidRPr="006F734A" w:rsidRDefault="00297150" w:rsidP="00402489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402489">
        <w:rPr>
          <w:sz w:val="22"/>
          <w:szCs w:val="22"/>
        </w:rPr>
        <w:t xml:space="preserve">. </w:t>
      </w:r>
      <w:r>
        <w:rPr>
          <w:sz w:val="22"/>
          <w:szCs w:val="22"/>
        </w:rPr>
        <w:t>Wykonywanie, w terminach zgodnych z obowiązującymi przepisami,  o</w:t>
      </w:r>
      <w:r w:rsidRPr="00402489">
        <w:rPr>
          <w:sz w:val="22"/>
          <w:szCs w:val="22"/>
        </w:rPr>
        <w:t>kresow</w:t>
      </w:r>
      <w:r>
        <w:rPr>
          <w:sz w:val="22"/>
          <w:szCs w:val="22"/>
        </w:rPr>
        <w:t>ych</w:t>
      </w:r>
      <w:r w:rsidRPr="00402489">
        <w:rPr>
          <w:sz w:val="22"/>
          <w:szCs w:val="22"/>
        </w:rPr>
        <w:t xml:space="preserve"> bada</w:t>
      </w:r>
      <w:r>
        <w:rPr>
          <w:sz w:val="22"/>
          <w:szCs w:val="22"/>
        </w:rPr>
        <w:t>ń</w:t>
      </w:r>
      <w:r w:rsidRPr="00402489">
        <w:rPr>
          <w:sz w:val="22"/>
          <w:szCs w:val="22"/>
        </w:rPr>
        <w:t xml:space="preserve"> instalacji elektrycznych - pomiar</w:t>
      </w:r>
      <w:r>
        <w:rPr>
          <w:sz w:val="22"/>
          <w:szCs w:val="22"/>
        </w:rPr>
        <w:t>ów</w:t>
      </w:r>
      <w:r w:rsidRPr="00402489">
        <w:rPr>
          <w:sz w:val="22"/>
          <w:szCs w:val="22"/>
        </w:rPr>
        <w:t xml:space="preserve"> elektryczn</w:t>
      </w:r>
      <w:r>
        <w:rPr>
          <w:sz w:val="22"/>
          <w:szCs w:val="22"/>
        </w:rPr>
        <w:t>ych</w:t>
      </w:r>
      <w:r w:rsidRPr="00402489">
        <w:rPr>
          <w:sz w:val="22"/>
          <w:szCs w:val="22"/>
        </w:rPr>
        <w:t xml:space="preserve"> w tym: badanie skuteczności ochrony przeciwporażeniowej przez samoczynne wyłączenie</w:t>
      </w:r>
      <w:r>
        <w:rPr>
          <w:sz w:val="22"/>
          <w:szCs w:val="22"/>
        </w:rPr>
        <w:t xml:space="preserve"> </w:t>
      </w:r>
      <w:r w:rsidRPr="00402489">
        <w:rPr>
          <w:sz w:val="22"/>
          <w:szCs w:val="22"/>
        </w:rPr>
        <w:t>zasilania,</w:t>
      </w:r>
      <w:r>
        <w:rPr>
          <w:sz w:val="22"/>
          <w:szCs w:val="22"/>
        </w:rPr>
        <w:t xml:space="preserve"> </w:t>
      </w:r>
      <w:r w:rsidRPr="00402489">
        <w:rPr>
          <w:sz w:val="22"/>
          <w:szCs w:val="22"/>
        </w:rPr>
        <w:t xml:space="preserve">badanie wyłączników różnicowoprądowych, </w:t>
      </w:r>
      <w:r>
        <w:rPr>
          <w:sz w:val="22"/>
          <w:szCs w:val="22"/>
        </w:rPr>
        <w:t xml:space="preserve"> </w:t>
      </w:r>
      <w:r w:rsidRPr="00402489">
        <w:rPr>
          <w:sz w:val="22"/>
          <w:szCs w:val="22"/>
        </w:rPr>
        <w:t>badanie stanu rezystancji izolacji w układzie TNS,</w:t>
      </w:r>
      <w:r>
        <w:rPr>
          <w:sz w:val="22"/>
          <w:szCs w:val="22"/>
        </w:rPr>
        <w:t xml:space="preserve"> </w:t>
      </w:r>
      <w:r w:rsidRPr="006F734A">
        <w:rPr>
          <w:sz w:val="22"/>
          <w:szCs w:val="22"/>
        </w:rPr>
        <w:t xml:space="preserve">badanie instalacji i urządzeń piorunochronnych </w:t>
      </w:r>
      <w:r>
        <w:rPr>
          <w:sz w:val="22"/>
          <w:szCs w:val="22"/>
        </w:rPr>
        <w:t>i uziemiających, przeglądy oświetlenia ewakuacyjnego i awaryjnego oraz inne wymagane dla bezpieczeństwa zasilania i pracy urządzeń elektrycznych w SPZZOZ w Wyszkowie.</w:t>
      </w:r>
    </w:p>
    <w:p w:rsidR="00297150" w:rsidRPr="00AB5694" w:rsidRDefault="00297150" w:rsidP="00AB569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 </w:t>
      </w:r>
      <w:r w:rsidRPr="00AB5694">
        <w:rPr>
          <w:sz w:val="22"/>
          <w:szCs w:val="22"/>
        </w:rPr>
        <w:t xml:space="preserve">Usuwanie usterek wskazanych w protokołach pokontrolnych </w:t>
      </w:r>
      <w:r>
        <w:rPr>
          <w:sz w:val="22"/>
          <w:szCs w:val="22"/>
        </w:rPr>
        <w:t>oraz wynikających z</w:t>
      </w:r>
      <w:r w:rsidRPr="00AB5694">
        <w:rPr>
          <w:sz w:val="22"/>
          <w:szCs w:val="22"/>
        </w:rPr>
        <w:t xml:space="preserve"> okresowych </w:t>
      </w:r>
      <w:r>
        <w:rPr>
          <w:sz w:val="22"/>
          <w:szCs w:val="22"/>
        </w:rPr>
        <w:t xml:space="preserve">badań i </w:t>
      </w:r>
      <w:r w:rsidRPr="00AB5694">
        <w:rPr>
          <w:sz w:val="22"/>
          <w:szCs w:val="22"/>
        </w:rPr>
        <w:t>pomiarów instalacji elektrycznej</w:t>
      </w:r>
      <w:r>
        <w:rPr>
          <w:sz w:val="22"/>
          <w:szCs w:val="22"/>
        </w:rPr>
        <w:t xml:space="preserve">, </w:t>
      </w:r>
      <w:r w:rsidRPr="00AB5694">
        <w:rPr>
          <w:sz w:val="22"/>
          <w:szCs w:val="22"/>
        </w:rPr>
        <w:t>odgromowej</w:t>
      </w:r>
      <w:r>
        <w:rPr>
          <w:sz w:val="22"/>
          <w:szCs w:val="22"/>
        </w:rPr>
        <w:t xml:space="preserve"> itd. oraz</w:t>
      </w:r>
      <w:r w:rsidRPr="00AB5694">
        <w:rPr>
          <w:sz w:val="22"/>
          <w:szCs w:val="22"/>
        </w:rPr>
        <w:t xml:space="preserve"> wykonanie pomiarów kontrolnych po wykonanych naprawach</w:t>
      </w:r>
      <w:r>
        <w:rPr>
          <w:sz w:val="22"/>
          <w:szCs w:val="22"/>
        </w:rPr>
        <w:t>.</w:t>
      </w:r>
    </w:p>
    <w:p w:rsidR="00297150" w:rsidRPr="003D2CC7" w:rsidRDefault="00297150" w:rsidP="003D2CC7">
      <w:pPr>
        <w:jc w:val="both"/>
        <w:rPr>
          <w:sz w:val="22"/>
          <w:szCs w:val="22"/>
        </w:rPr>
      </w:pPr>
      <w:r>
        <w:rPr>
          <w:sz w:val="22"/>
          <w:szCs w:val="22"/>
        </w:rPr>
        <w:t>5. Kontrola, obsługa, p</w:t>
      </w:r>
      <w:r w:rsidRPr="003D2CC7">
        <w:rPr>
          <w:sz w:val="22"/>
          <w:szCs w:val="22"/>
        </w:rPr>
        <w:t>rzegląd</w:t>
      </w:r>
      <w:r>
        <w:rPr>
          <w:sz w:val="22"/>
          <w:szCs w:val="22"/>
        </w:rPr>
        <w:t>y</w:t>
      </w:r>
      <w:r w:rsidRPr="003D2CC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i naprawy Rozdzielni Głównej oraz pozostałych </w:t>
      </w:r>
      <w:r w:rsidRPr="003D2CC7">
        <w:rPr>
          <w:sz w:val="22"/>
          <w:szCs w:val="22"/>
        </w:rPr>
        <w:t>urządzeń rozdzielczych, tablic rozdzielczych i bezpiecznikowych z usuwaniem i wymianą uszkodzonych bezpieczników oraz usuwanie przyczyn przegrzewania się bezpieczników.</w:t>
      </w:r>
      <w:r>
        <w:rPr>
          <w:sz w:val="22"/>
          <w:szCs w:val="22"/>
        </w:rPr>
        <w:t xml:space="preserve"> Sprawdzanie schematów rozdzielni - weryfikacja, a w razie konieczności ich uzupełnianie, poprawienie lub sporządzenie nowych prawidłowych.</w:t>
      </w:r>
    </w:p>
    <w:p w:rsidR="00297150" w:rsidRPr="003D2CC7" w:rsidRDefault="00297150" w:rsidP="003D2CC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 </w:t>
      </w:r>
      <w:r w:rsidRPr="00E61403">
        <w:rPr>
          <w:sz w:val="22"/>
          <w:szCs w:val="22"/>
        </w:rPr>
        <w:t>Kontrola</w:t>
      </w:r>
      <w:r>
        <w:rPr>
          <w:sz w:val="22"/>
          <w:szCs w:val="22"/>
        </w:rPr>
        <w:t>, przeglądy</w:t>
      </w:r>
      <w:r w:rsidRPr="00E61403">
        <w:rPr>
          <w:sz w:val="22"/>
          <w:szCs w:val="22"/>
        </w:rPr>
        <w:t xml:space="preserve"> i obsługa instalacji elektrycznych, oświetlenia wewnętrznego</w:t>
      </w:r>
      <w:r>
        <w:rPr>
          <w:sz w:val="22"/>
          <w:szCs w:val="22"/>
        </w:rPr>
        <w:t xml:space="preserve"> i zewnetrznego</w:t>
      </w:r>
      <w:r w:rsidRPr="00E61403">
        <w:rPr>
          <w:sz w:val="22"/>
          <w:szCs w:val="22"/>
        </w:rPr>
        <w:t>, oświetlenia awaryjnego i ewakuacyjnego</w:t>
      </w:r>
      <w:r w:rsidRPr="00F97F5B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oraz </w:t>
      </w:r>
      <w:r w:rsidRPr="00E61403">
        <w:rPr>
          <w:sz w:val="22"/>
          <w:szCs w:val="22"/>
        </w:rPr>
        <w:t xml:space="preserve">oświetlenia terenu itd. </w:t>
      </w:r>
      <w:r>
        <w:rPr>
          <w:sz w:val="22"/>
          <w:szCs w:val="22"/>
        </w:rPr>
        <w:t>w tym w</w:t>
      </w:r>
      <w:r w:rsidRPr="003D2CC7">
        <w:rPr>
          <w:sz w:val="22"/>
          <w:szCs w:val="22"/>
        </w:rPr>
        <w:t xml:space="preserve">ymiana przepalonych źródeł światła wewnątrz pomieszczeń oraz w oświetleniu </w:t>
      </w:r>
      <w:r>
        <w:rPr>
          <w:sz w:val="22"/>
          <w:szCs w:val="22"/>
        </w:rPr>
        <w:t>zewnętrznym</w:t>
      </w:r>
      <w:r w:rsidRPr="003D2CC7">
        <w:rPr>
          <w:sz w:val="22"/>
          <w:szCs w:val="22"/>
        </w:rPr>
        <w:t xml:space="preserve"> </w:t>
      </w:r>
      <w:r>
        <w:rPr>
          <w:sz w:val="22"/>
          <w:szCs w:val="22"/>
        </w:rPr>
        <w:t>budynków i terenu</w:t>
      </w:r>
      <w:r w:rsidRPr="003D2CC7">
        <w:rPr>
          <w:sz w:val="22"/>
          <w:szCs w:val="22"/>
        </w:rPr>
        <w:t>.</w:t>
      </w:r>
    </w:p>
    <w:p w:rsidR="00297150" w:rsidRPr="003D2CC7" w:rsidRDefault="00297150" w:rsidP="003D2CC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</w:t>
      </w:r>
      <w:r w:rsidRPr="003D2CC7">
        <w:rPr>
          <w:sz w:val="22"/>
          <w:szCs w:val="22"/>
        </w:rPr>
        <w:t>Wymiana uszkodzonego osprzętu instalacyjnego.</w:t>
      </w:r>
    </w:p>
    <w:p w:rsidR="00297150" w:rsidRPr="003D2CC7" w:rsidRDefault="00297150" w:rsidP="003D2CC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8. </w:t>
      </w:r>
      <w:r w:rsidRPr="003D2CC7">
        <w:rPr>
          <w:sz w:val="22"/>
          <w:szCs w:val="22"/>
        </w:rPr>
        <w:t xml:space="preserve">Okresowe - co najmniej </w:t>
      </w:r>
      <w:r>
        <w:rPr>
          <w:sz w:val="22"/>
          <w:szCs w:val="22"/>
        </w:rPr>
        <w:t>1</w:t>
      </w:r>
      <w:r w:rsidRPr="003D2CC7">
        <w:rPr>
          <w:sz w:val="22"/>
          <w:szCs w:val="22"/>
        </w:rPr>
        <w:t xml:space="preserve"> raz </w:t>
      </w:r>
      <w:r>
        <w:rPr>
          <w:sz w:val="22"/>
          <w:szCs w:val="22"/>
        </w:rPr>
        <w:t>na pół roku</w:t>
      </w:r>
      <w:r w:rsidRPr="003D2CC7">
        <w:rPr>
          <w:sz w:val="22"/>
          <w:szCs w:val="22"/>
        </w:rPr>
        <w:t xml:space="preserve"> - zdejmowanie do czyszczenia opraw i lamp oświetleniowych</w:t>
      </w:r>
      <w:r>
        <w:rPr>
          <w:sz w:val="22"/>
          <w:szCs w:val="22"/>
        </w:rPr>
        <w:t>.</w:t>
      </w:r>
    </w:p>
    <w:p w:rsidR="00297150" w:rsidRPr="003D2CC7" w:rsidRDefault="00297150" w:rsidP="003D2CC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 </w:t>
      </w:r>
      <w:r w:rsidRPr="003D2CC7">
        <w:rPr>
          <w:sz w:val="22"/>
          <w:szCs w:val="22"/>
        </w:rPr>
        <w:t xml:space="preserve">Raz w miesiącu kontrola rezerwowych źródeł zasilania - UPS-ów </w:t>
      </w:r>
      <w:r>
        <w:rPr>
          <w:sz w:val="22"/>
          <w:szCs w:val="22"/>
        </w:rPr>
        <w:t>oraz</w:t>
      </w:r>
      <w:r w:rsidRPr="003D2CC7">
        <w:rPr>
          <w:sz w:val="22"/>
          <w:szCs w:val="22"/>
        </w:rPr>
        <w:t xml:space="preserve"> agregatów prądotwórczych</w:t>
      </w:r>
      <w:r>
        <w:rPr>
          <w:sz w:val="22"/>
          <w:szCs w:val="22"/>
        </w:rPr>
        <w:t xml:space="preserve"> ze </w:t>
      </w:r>
      <w:r w:rsidRPr="003D2CC7">
        <w:rPr>
          <w:sz w:val="22"/>
          <w:szCs w:val="22"/>
        </w:rPr>
        <w:t xml:space="preserve"> sprawdzenie</w:t>
      </w:r>
      <w:r>
        <w:rPr>
          <w:sz w:val="22"/>
          <w:szCs w:val="22"/>
        </w:rPr>
        <w:t>m</w:t>
      </w:r>
      <w:r w:rsidRPr="003D2CC7">
        <w:rPr>
          <w:sz w:val="22"/>
          <w:szCs w:val="22"/>
        </w:rPr>
        <w:t xml:space="preserve"> stanu akumulatorów</w:t>
      </w:r>
      <w:r>
        <w:rPr>
          <w:sz w:val="22"/>
          <w:szCs w:val="22"/>
        </w:rPr>
        <w:t xml:space="preserve">, </w:t>
      </w:r>
      <w:r w:rsidRPr="003D2CC7">
        <w:rPr>
          <w:sz w:val="22"/>
          <w:szCs w:val="22"/>
        </w:rPr>
        <w:t xml:space="preserve">ilości paliwa </w:t>
      </w:r>
      <w:r>
        <w:rPr>
          <w:sz w:val="22"/>
          <w:szCs w:val="22"/>
        </w:rPr>
        <w:t xml:space="preserve">w agregatach itp., a następnie pisemne </w:t>
      </w:r>
      <w:r w:rsidRPr="003D2CC7">
        <w:rPr>
          <w:sz w:val="22"/>
          <w:szCs w:val="22"/>
        </w:rPr>
        <w:t>przekazywanie informacji</w:t>
      </w:r>
      <w:r>
        <w:rPr>
          <w:sz w:val="22"/>
          <w:szCs w:val="22"/>
        </w:rPr>
        <w:t xml:space="preserve"> pokontrolnych</w:t>
      </w:r>
      <w:r w:rsidRPr="003D2CC7">
        <w:rPr>
          <w:sz w:val="22"/>
          <w:szCs w:val="22"/>
        </w:rPr>
        <w:t xml:space="preserve"> do </w:t>
      </w:r>
      <w:r>
        <w:rPr>
          <w:sz w:val="22"/>
          <w:szCs w:val="22"/>
        </w:rPr>
        <w:t xml:space="preserve">Kierownika </w:t>
      </w:r>
      <w:r w:rsidRPr="003D2CC7">
        <w:rPr>
          <w:sz w:val="22"/>
          <w:szCs w:val="22"/>
        </w:rPr>
        <w:t>Działu Technicznego</w:t>
      </w:r>
      <w:r>
        <w:rPr>
          <w:sz w:val="22"/>
          <w:szCs w:val="22"/>
        </w:rPr>
        <w:t xml:space="preserve"> i Zamówień Publicznych.</w:t>
      </w:r>
    </w:p>
    <w:p w:rsidR="00297150" w:rsidRPr="00E61403" w:rsidRDefault="00297150" w:rsidP="00526CE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 </w:t>
      </w:r>
      <w:r w:rsidRPr="00E61403">
        <w:rPr>
          <w:sz w:val="22"/>
          <w:szCs w:val="22"/>
        </w:rPr>
        <w:t>Udział w uwalnianiu osób z dźwigów</w:t>
      </w:r>
      <w:r>
        <w:rPr>
          <w:sz w:val="22"/>
          <w:szCs w:val="22"/>
        </w:rPr>
        <w:t>, które zatrzymały się na skutek awarii.</w:t>
      </w:r>
      <w:r w:rsidRPr="00E61403">
        <w:rPr>
          <w:sz w:val="22"/>
          <w:szCs w:val="22"/>
        </w:rPr>
        <w:t xml:space="preserve"> </w:t>
      </w:r>
    </w:p>
    <w:p w:rsidR="00297150" w:rsidRPr="003D2CC7" w:rsidRDefault="00297150" w:rsidP="003D2CC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 </w:t>
      </w:r>
      <w:r w:rsidRPr="003D2CC7">
        <w:rPr>
          <w:sz w:val="22"/>
          <w:szCs w:val="22"/>
        </w:rPr>
        <w:t>Przeglądy stanu technicznego instalacji odgromowych z ewentualnym usunięciem uszkodzeń i zabezpieczeniem połączeń.</w:t>
      </w:r>
    </w:p>
    <w:p w:rsidR="00297150" w:rsidRDefault="00297150" w:rsidP="003D2CC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 </w:t>
      </w:r>
      <w:r w:rsidRPr="003D2CC7">
        <w:rPr>
          <w:sz w:val="22"/>
          <w:szCs w:val="22"/>
        </w:rPr>
        <w:t xml:space="preserve">Konserwacja </w:t>
      </w:r>
      <w:r>
        <w:rPr>
          <w:sz w:val="22"/>
          <w:szCs w:val="22"/>
        </w:rPr>
        <w:t xml:space="preserve">lokalnych </w:t>
      </w:r>
      <w:r w:rsidRPr="003D2CC7">
        <w:rPr>
          <w:sz w:val="22"/>
          <w:szCs w:val="22"/>
        </w:rPr>
        <w:t>węzł</w:t>
      </w:r>
      <w:r>
        <w:rPr>
          <w:sz w:val="22"/>
          <w:szCs w:val="22"/>
        </w:rPr>
        <w:t>ów</w:t>
      </w:r>
      <w:r w:rsidRPr="003D2CC7">
        <w:rPr>
          <w:sz w:val="22"/>
          <w:szCs w:val="22"/>
        </w:rPr>
        <w:t xml:space="preserve"> ciepln</w:t>
      </w:r>
      <w:r>
        <w:rPr>
          <w:sz w:val="22"/>
          <w:szCs w:val="22"/>
        </w:rPr>
        <w:t>ych</w:t>
      </w:r>
      <w:r w:rsidRPr="003D2CC7">
        <w:rPr>
          <w:sz w:val="22"/>
          <w:szCs w:val="22"/>
        </w:rPr>
        <w:t xml:space="preserve"> pod względem elektrycznym</w:t>
      </w:r>
      <w:r>
        <w:rPr>
          <w:sz w:val="22"/>
          <w:szCs w:val="22"/>
        </w:rPr>
        <w:t xml:space="preserve"> oraz Węzła Głównego w razie potrzeby zgłoszonej przez PEC Wyszków.</w:t>
      </w:r>
    </w:p>
    <w:p w:rsidR="00297150" w:rsidRDefault="00297150" w:rsidP="003D2CC7">
      <w:pPr>
        <w:jc w:val="both"/>
        <w:rPr>
          <w:sz w:val="22"/>
          <w:szCs w:val="22"/>
        </w:rPr>
      </w:pPr>
      <w:r>
        <w:rPr>
          <w:sz w:val="22"/>
          <w:szCs w:val="22"/>
        </w:rPr>
        <w:t>13. Nadzór nad pracą agregatu prądotwórczego z funkcja automatycznego startu, w przypadku załączenia się agregatu w wyniku zaniku napięcia w sieci energetycznej oraz sprawdzanie i uzupełnianie stanu paliwa (</w:t>
      </w:r>
      <w:r w:rsidRPr="00521C49">
        <w:rPr>
          <w:i/>
          <w:sz w:val="22"/>
          <w:szCs w:val="22"/>
        </w:rPr>
        <w:t>z zachowaniem zasady „pełnego zbiornika” w okresie postoju)</w:t>
      </w:r>
      <w:r>
        <w:rPr>
          <w:sz w:val="22"/>
          <w:szCs w:val="22"/>
        </w:rPr>
        <w:t>. Informację o włączeniu się agregatu przekaże Wykonawcy pracownik Zamawiającego, lub pracownik ochrony.</w:t>
      </w:r>
    </w:p>
    <w:p w:rsidR="00297150" w:rsidRPr="003D2CC7" w:rsidRDefault="00297150" w:rsidP="003D2CC7">
      <w:pPr>
        <w:jc w:val="both"/>
        <w:rPr>
          <w:sz w:val="22"/>
          <w:szCs w:val="22"/>
        </w:rPr>
      </w:pPr>
      <w:r>
        <w:rPr>
          <w:sz w:val="22"/>
          <w:szCs w:val="22"/>
        </w:rPr>
        <w:t>14. U</w:t>
      </w:r>
      <w:r w:rsidRPr="003D2CC7">
        <w:rPr>
          <w:sz w:val="22"/>
          <w:szCs w:val="22"/>
        </w:rPr>
        <w:t xml:space="preserve">ruchomienie agregatu </w:t>
      </w:r>
      <w:r>
        <w:rPr>
          <w:sz w:val="22"/>
          <w:szCs w:val="22"/>
        </w:rPr>
        <w:t xml:space="preserve">rezerwowego </w:t>
      </w:r>
      <w:r w:rsidRPr="003D2CC7">
        <w:rPr>
          <w:sz w:val="22"/>
          <w:szCs w:val="22"/>
        </w:rPr>
        <w:t xml:space="preserve">oraz nadzór nad prawidłowością </w:t>
      </w:r>
      <w:r>
        <w:rPr>
          <w:sz w:val="22"/>
          <w:szCs w:val="22"/>
        </w:rPr>
        <w:t xml:space="preserve">jego </w:t>
      </w:r>
      <w:r w:rsidRPr="003D2CC7">
        <w:rPr>
          <w:sz w:val="22"/>
          <w:szCs w:val="22"/>
        </w:rPr>
        <w:t>działania</w:t>
      </w:r>
      <w:r>
        <w:rPr>
          <w:sz w:val="22"/>
          <w:szCs w:val="22"/>
        </w:rPr>
        <w:t>, w</w:t>
      </w:r>
      <w:r w:rsidRPr="003D2CC7">
        <w:rPr>
          <w:sz w:val="22"/>
          <w:szCs w:val="22"/>
        </w:rPr>
        <w:t xml:space="preserve"> przypadku </w:t>
      </w:r>
      <w:r>
        <w:rPr>
          <w:sz w:val="22"/>
          <w:szCs w:val="22"/>
        </w:rPr>
        <w:t>zaniku napięcia</w:t>
      </w:r>
      <w:r w:rsidRPr="003D2CC7">
        <w:rPr>
          <w:sz w:val="22"/>
          <w:szCs w:val="22"/>
        </w:rPr>
        <w:t xml:space="preserve"> w </w:t>
      </w:r>
      <w:r>
        <w:rPr>
          <w:sz w:val="22"/>
          <w:szCs w:val="22"/>
        </w:rPr>
        <w:t>sieci energetycznej i braku działania agregatu z funkcją automatycznego startu.</w:t>
      </w:r>
    </w:p>
    <w:p w:rsidR="00297150" w:rsidRPr="003D2CC7" w:rsidRDefault="00297150" w:rsidP="003D2CC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 </w:t>
      </w:r>
      <w:r w:rsidRPr="003D2CC7">
        <w:rPr>
          <w:sz w:val="22"/>
          <w:szCs w:val="22"/>
        </w:rPr>
        <w:t>Kontrola agregat</w:t>
      </w:r>
      <w:r>
        <w:rPr>
          <w:sz w:val="22"/>
          <w:szCs w:val="22"/>
        </w:rPr>
        <w:t>ów</w:t>
      </w:r>
      <w:r w:rsidRPr="003D2CC7">
        <w:rPr>
          <w:sz w:val="22"/>
          <w:szCs w:val="22"/>
        </w:rPr>
        <w:t xml:space="preserve"> prądotwórcz</w:t>
      </w:r>
      <w:r>
        <w:rPr>
          <w:sz w:val="22"/>
          <w:szCs w:val="22"/>
        </w:rPr>
        <w:t>ych</w:t>
      </w:r>
      <w:r w:rsidRPr="003D2CC7">
        <w:rPr>
          <w:sz w:val="22"/>
          <w:szCs w:val="22"/>
        </w:rPr>
        <w:t xml:space="preserve"> pod obciążeniem</w:t>
      </w:r>
      <w:r>
        <w:rPr>
          <w:sz w:val="22"/>
          <w:szCs w:val="22"/>
        </w:rPr>
        <w:t xml:space="preserve">, poprzez </w:t>
      </w:r>
      <w:r w:rsidRPr="003D2CC7">
        <w:rPr>
          <w:sz w:val="22"/>
          <w:szCs w:val="22"/>
        </w:rPr>
        <w:t xml:space="preserve"> testowe uruchomienie </w:t>
      </w:r>
      <w:r>
        <w:rPr>
          <w:sz w:val="22"/>
          <w:szCs w:val="22"/>
        </w:rPr>
        <w:t xml:space="preserve">każdego z </w:t>
      </w:r>
      <w:r w:rsidRPr="003D2CC7">
        <w:rPr>
          <w:sz w:val="22"/>
          <w:szCs w:val="22"/>
        </w:rPr>
        <w:t>agregat</w:t>
      </w:r>
      <w:r>
        <w:rPr>
          <w:sz w:val="22"/>
          <w:szCs w:val="22"/>
        </w:rPr>
        <w:t>ów raz na pół roku,</w:t>
      </w:r>
      <w:r w:rsidRPr="003D2CC7">
        <w:rPr>
          <w:sz w:val="22"/>
          <w:szCs w:val="22"/>
        </w:rPr>
        <w:t xml:space="preserve"> w terminie uzgodnionym z </w:t>
      </w:r>
      <w:r>
        <w:rPr>
          <w:sz w:val="22"/>
          <w:szCs w:val="22"/>
        </w:rPr>
        <w:t xml:space="preserve">Kierownikiem </w:t>
      </w:r>
      <w:r w:rsidRPr="003D2CC7">
        <w:rPr>
          <w:sz w:val="22"/>
          <w:szCs w:val="22"/>
        </w:rPr>
        <w:t>Działu Technicznego</w:t>
      </w:r>
      <w:r>
        <w:rPr>
          <w:sz w:val="22"/>
          <w:szCs w:val="22"/>
        </w:rPr>
        <w:t xml:space="preserve"> i Zamówień Publicznych.</w:t>
      </w:r>
      <w:r w:rsidRPr="003D2CC7">
        <w:rPr>
          <w:sz w:val="22"/>
          <w:szCs w:val="22"/>
        </w:rPr>
        <w:t xml:space="preserve"> Kontrola prawidłowego działania SZR.</w:t>
      </w:r>
    </w:p>
    <w:p w:rsidR="00297150" w:rsidRPr="003D2CC7" w:rsidRDefault="00297150" w:rsidP="003D2CC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 </w:t>
      </w:r>
      <w:r w:rsidRPr="003D2CC7">
        <w:rPr>
          <w:sz w:val="22"/>
          <w:szCs w:val="22"/>
        </w:rPr>
        <w:t>Wydawanie orzeczeń o przydatności</w:t>
      </w:r>
      <w:r>
        <w:rPr>
          <w:sz w:val="22"/>
          <w:szCs w:val="22"/>
        </w:rPr>
        <w:t>,</w:t>
      </w:r>
      <w:r w:rsidRPr="003D2CC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lub nieprzydatności </w:t>
      </w:r>
      <w:r w:rsidRPr="003D2CC7">
        <w:rPr>
          <w:sz w:val="22"/>
          <w:szCs w:val="22"/>
        </w:rPr>
        <w:t>do dalszej eksploatacji urządzeń i odbiorników elektrycznych.</w:t>
      </w:r>
    </w:p>
    <w:p w:rsidR="00297150" w:rsidRDefault="00297150" w:rsidP="003D2CC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 </w:t>
      </w:r>
      <w:r w:rsidRPr="003D2CC7">
        <w:rPr>
          <w:sz w:val="22"/>
          <w:szCs w:val="22"/>
        </w:rPr>
        <w:t>Stała konserwacja instalacji i urządzeń elektrycznych i energetycznych w hydroforni, kotłowni, sprężarkow</w:t>
      </w:r>
      <w:r>
        <w:rPr>
          <w:sz w:val="22"/>
          <w:szCs w:val="22"/>
        </w:rPr>
        <w:t>n</w:t>
      </w:r>
      <w:r w:rsidRPr="003D2CC7">
        <w:rPr>
          <w:sz w:val="22"/>
          <w:szCs w:val="22"/>
        </w:rPr>
        <w:t>i, maszynowni próżni.</w:t>
      </w:r>
    </w:p>
    <w:p w:rsidR="00297150" w:rsidRPr="00AB7B0B" w:rsidRDefault="00297150" w:rsidP="003D2CC7">
      <w:pPr>
        <w:jc w:val="both"/>
        <w:rPr>
          <w:sz w:val="22"/>
          <w:szCs w:val="22"/>
        </w:rPr>
      </w:pPr>
      <w:r>
        <w:rPr>
          <w:sz w:val="22"/>
          <w:szCs w:val="22"/>
        </w:rPr>
        <w:t>18. Uruchamianie i nadzorowanie pracy</w:t>
      </w:r>
      <w:r w:rsidRPr="00AB7B0B">
        <w:rPr>
          <w:sz w:val="22"/>
          <w:szCs w:val="22"/>
        </w:rPr>
        <w:t xml:space="preserve"> dwóch niskotemperaturowych, olejowych,  kotłów  wodnych c.o.  firmy REMEHA typ OD-14B-12 o mocy 494 Kw. każdy - </w:t>
      </w:r>
      <w:r>
        <w:rPr>
          <w:sz w:val="22"/>
          <w:szCs w:val="22"/>
        </w:rPr>
        <w:t>w razie potrzeby</w:t>
      </w:r>
      <w:r w:rsidRPr="00073F97">
        <w:rPr>
          <w:sz w:val="22"/>
          <w:szCs w:val="22"/>
        </w:rPr>
        <w:t xml:space="preserve"> </w:t>
      </w:r>
      <w:r w:rsidRPr="00AB7B0B">
        <w:rPr>
          <w:sz w:val="22"/>
          <w:szCs w:val="22"/>
        </w:rPr>
        <w:t>awaryjne</w:t>
      </w:r>
      <w:r>
        <w:rPr>
          <w:sz w:val="22"/>
          <w:szCs w:val="22"/>
        </w:rPr>
        <w:t>go</w:t>
      </w:r>
      <w:r w:rsidRPr="00AB7B0B">
        <w:rPr>
          <w:sz w:val="22"/>
          <w:szCs w:val="22"/>
        </w:rPr>
        <w:t xml:space="preserve"> ogrzewanie </w:t>
      </w:r>
      <w:r>
        <w:rPr>
          <w:sz w:val="22"/>
          <w:szCs w:val="22"/>
        </w:rPr>
        <w:t>budynków Zamawiającego zlokalizowanych na terenie przy ul. Komisji Edukacji Narodowej 1</w:t>
      </w:r>
      <w:r w:rsidRPr="00AB7B0B">
        <w:rPr>
          <w:sz w:val="22"/>
          <w:szCs w:val="22"/>
        </w:rPr>
        <w:t>.</w:t>
      </w:r>
      <w:r>
        <w:rPr>
          <w:sz w:val="22"/>
          <w:szCs w:val="22"/>
        </w:rPr>
        <w:t xml:space="preserve">, zgłoszonej przez Kierownika Działu Technicznego i Zamówień Publicznych. </w:t>
      </w:r>
    </w:p>
    <w:p w:rsidR="00297150" w:rsidRDefault="00297150" w:rsidP="003D2CC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 </w:t>
      </w:r>
      <w:r w:rsidRPr="003D2CC7">
        <w:rPr>
          <w:sz w:val="22"/>
          <w:szCs w:val="22"/>
        </w:rPr>
        <w:t>Współdziałanie ze Zleceniodawcą w podejmowaniu działań zmierzających do racjonalizacji zużycia energii elektrycznej</w:t>
      </w:r>
      <w:r>
        <w:rPr>
          <w:sz w:val="22"/>
          <w:szCs w:val="22"/>
        </w:rPr>
        <w:t>.</w:t>
      </w:r>
    </w:p>
    <w:p w:rsidR="00297150" w:rsidRDefault="00297150" w:rsidP="003D2CC7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 Opracowywanie harmonogramów przeglądów, badań i pomiarów instalacji oraz urządzeń elektrycznych, odpowiednio do wymagań prawnych, technicznych i obowiązujących zasad w SPZZOZ w Wyszkowie wraz z wymaganymi raportami, sprawozdaniami itp. </w:t>
      </w:r>
    </w:p>
    <w:p w:rsidR="00297150" w:rsidRPr="000A3E8C" w:rsidRDefault="00297150" w:rsidP="00EA0364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 </w:t>
      </w:r>
      <w:r w:rsidRPr="000A3E8C">
        <w:rPr>
          <w:sz w:val="22"/>
          <w:szCs w:val="22"/>
        </w:rPr>
        <w:t xml:space="preserve">Opracowywanie </w:t>
      </w:r>
      <w:r>
        <w:rPr>
          <w:sz w:val="22"/>
          <w:szCs w:val="22"/>
        </w:rPr>
        <w:t>i dostarczanie Zamawiającemu odpowiednich informacji technicznych,  ilościowych i ekonomicznych z obszaru</w:t>
      </w:r>
      <w:r w:rsidRPr="000A3E8C">
        <w:rPr>
          <w:sz w:val="22"/>
          <w:szCs w:val="22"/>
        </w:rPr>
        <w:t xml:space="preserve"> </w:t>
      </w:r>
      <w:r>
        <w:rPr>
          <w:sz w:val="22"/>
          <w:szCs w:val="22"/>
        </w:rPr>
        <w:t>objętego przedmiotem zamówienia, w tym informacji do wpisów w książkach obiektów itp.</w:t>
      </w:r>
    </w:p>
    <w:p w:rsidR="00297150" w:rsidRDefault="00297150" w:rsidP="000570F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 </w:t>
      </w:r>
      <w:r w:rsidRPr="000A3E8C">
        <w:rPr>
          <w:sz w:val="22"/>
          <w:szCs w:val="22"/>
        </w:rPr>
        <w:t xml:space="preserve">Współpraca z Zamawiającym </w:t>
      </w:r>
      <w:r>
        <w:rPr>
          <w:sz w:val="22"/>
          <w:szCs w:val="22"/>
        </w:rPr>
        <w:t xml:space="preserve">i wykonawcami zewnętrznymi </w:t>
      </w:r>
      <w:r w:rsidRPr="000A3E8C">
        <w:rPr>
          <w:sz w:val="22"/>
          <w:szCs w:val="22"/>
        </w:rPr>
        <w:t xml:space="preserve">przy </w:t>
      </w:r>
      <w:r>
        <w:rPr>
          <w:sz w:val="22"/>
          <w:szCs w:val="22"/>
        </w:rPr>
        <w:t xml:space="preserve">pracach modernizacyjnych zarówno w </w:t>
      </w:r>
      <w:r w:rsidRPr="000A3E8C">
        <w:rPr>
          <w:sz w:val="22"/>
          <w:szCs w:val="22"/>
        </w:rPr>
        <w:t>planowaniu, przygotowywaniu niezbędnej dokumentacji</w:t>
      </w:r>
      <w:r>
        <w:rPr>
          <w:sz w:val="22"/>
          <w:szCs w:val="22"/>
        </w:rPr>
        <w:t xml:space="preserve"> jak</w:t>
      </w:r>
      <w:r w:rsidRPr="000A3E8C">
        <w:rPr>
          <w:sz w:val="22"/>
          <w:szCs w:val="22"/>
        </w:rPr>
        <w:t xml:space="preserve"> </w:t>
      </w:r>
      <w:r>
        <w:rPr>
          <w:sz w:val="22"/>
          <w:szCs w:val="22"/>
        </w:rPr>
        <w:t>realizacji robot i dostaw</w:t>
      </w:r>
      <w:r w:rsidRPr="000A3E8C">
        <w:rPr>
          <w:sz w:val="22"/>
          <w:szCs w:val="22"/>
        </w:rPr>
        <w:t xml:space="preserve">. </w:t>
      </w:r>
    </w:p>
    <w:p w:rsidR="00297150" w:rsidRPr="000A3E8C" w:rsidRDefault="00297150" w:rsidP="000570F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 </w:t>
      </w:r>
      <w:r w:rsidRPr="000A3E8C">
        <w:rPr>
          <w:sz w:val="22"/>
          <w:szCs w:val="22"/>
        </w:rPr>
        <w:t xml:space="preserve">Udział w naradach dotyczących </w:t>
      </w:r>
      <w:r>
        <w:rPr>
          <w:sz w:val="22"/>
          <w:szCs w:val="22"/>
        </w:rPr>
        <w:t>realizowanych inwestycji w SPZZOZ w Wyszkowie</w:t>
      </w:r>
      <w:r w:rsidRPr="000A3E8C">
        <w:rPr>
          <w:sz w:val="22"/>
          <w:szCs w:val="22"/>
        </w:rPr>
        <w:t xml:space="preserve">. </w:t>
      </w:r>
    </w:p>
    <w:p w:rsidR="00297150" w:rsidRDefault="00297150" w:rsidP="000570F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 </w:t>
      </w:r>
      <w:r w:rsidRPr="000A3E8C">
        <w:rPr>
          <w:sz w:val="22"/>
          <w:szCs w:val="22"/>
        </w:rPr>
        <w:t>Powiadamianie</w:t>
      </w:r>
      <w:r>
        <w:rPr>
          <w:sz w:val="22"/>
          <w:szCs w:val="22"/>
        </w:rPr>
        <w:t xml:space="preserve">, </w:t>
      </w:r>
      <w:r w:rsidRPr="000A3E8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w razie konieczności, zewnętrznych </w:t>
      </w:r>
      <w:r w:rsidRPr="000A3E8C">
        <w:rPr>
          <w:sz w:val="22"/>
          <w:szCs w:val="22"/>
        </w:rPr>
        <w:t xml:space="preserve">służb </w:t>
      </w:r>
      <w:r>
        <w:rPr>
          <w:sz w:val="22"/>
          <w:szCs w:val="22"/>
        </w:rPr>
        <w:t xml:space="preserve">ratownictwa, p-poż., </w:t>
      </w:r>
      <w:r w:rsidRPr="000A3E8C">
        <w:rPr>
          <w:sz w:val="22"/>
          <w:szCs w:val="22"/>
        </w:rPr>
        <w:t>interwencyjnych i serwis</w:t>
      </w:r>
      <w:r>
        <w:rPr>
          <w:sz w:val="22"/>
          <w:szCs w:val="22"/>
        </w:rPr>
        <w:t>owych.</w:t>
      </w:r>
    </w:p>
    <w:p w:rsidR="00297150" w:rsidRDefault="00297150" w:rsidP="000570F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 </w:t>
      </w:r>
      <w:r w:rsidRPr="00E61403">
        <w:rPr>
          <w:sz w:val="22"/>
          <w:szCs w:val="22"/>
        </w:rPr>
        <w:t xml:space="preserve">Przejęcie w stałą konserwację wszystkich urządzeń i instalacji </w:t>
      </w:r>
      <w:r>
        <w:rPr>
          <w:sz w:val="22"/>
          <w:szCs w:val="22"/>
        </w:rPr>
        <w:t xml:space="preserve">elektrycznych w SPZZOZ w Wyszkowie </w:t>
      </w:r>
      <w:r w:rsidRPr="00E61403">
        <w:rPr>
          <w:sz w:val="22"/>
          <w:szCs w:val="22"/>
        </w:rPr>
        <w:t xml:space="preserve">po wygaśnięciu </w:t>
      </w:r>
      <w:r>
        <w:rPr>
          <w:sz w:val="22"/>
          <w:szCs w:val="22"/>
        </w:rPr>
        <w:t>ich gwarancji</w:t>
      </w:r>
      <w:r w:rsidRPr="00E61403">
        <w:rPr>
          <w:sz w:val="22"/>
          <w:szCs w:val="22"/>
        </w:rPr>
        <w:t>.</w:t>
      </w:r>
    </w:p>
    <w:p w:rsidR="00297150" w:rsidRPr="000A3E8C" w:rsidRDefault="00297150" w:rsidP="000570F2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 Usuwanie awarii, naprawa i konserwacja </w:t>
      </w:r>
      <w:r w:rsidRPr="00B01079">
        <w:rPr>
          <w:sz w:val="22"/>
          <w:szCs w:val="22"/>
        </w:rPr>
        <w:t>sprzętu elektrycznego</w:t>
      </w:r>
      <w:r>
        <w:rPr>
          <w:sz w:val="22"/>
          <w:szCs w:val="22"/>
        </w:rPr>
        <w:t xml:space="preserve"> w zakresie nie wymagającym wyspecjalizowanych czynności serwisowych.</w:t>
      </w:r>
    </w:p>
    <w:p w:rsidR="00297150" w:rsidRDefault="00297150" w:rsidP="003D2CC7">
      <w:pPr>
        <w:jc w:val="both"/>
        <w:rPr>
          <w:sz w:val="22"/>
          <w:szCs w:val="22"/>
        </w:rPr>
      </w:pPr>
      <w:r>
        <w:rPr>
          <w:sz w:val="22"/>
          <w:szCs w:val="22"/>
        </w:rPr>
        <w:t>27. Wykonywanie wszystkich innych prac tu nie wymienionych zabezpieczających prawidłowe utrzymanie instalacji i urządzeń elektrycznych w SPZZOZ w Wyszkowie.</w:t>
      </w:r>
    </w:p>
    <w:p w:rsidR="00297150" w:rsidRPr="009D0E45" w:rsidRDefault="00297150" w:rsidP="004B7F19">
      <w:pPr>
        <w:jc w:val="both"/>
        <w:rPr>
          <w:sz w:val="22"/>
          <w:szCs w:val="22"/>
        </w:rPr>
      </w:pPr>
      <w:r>
        <w:rPr>
          <w:sz w:val="22"/>
          <w:szCs w:val="22"/>
        </w:rPr>
        <w:t>28</w:t>
      </w:r>
      <w:r w:rsidRPr="009D0E45">
        <w:rPr>
          <w:sz w:val="22"/>
          <w:szCs w:val="22"/>
        </w:rPr>
        <w:t xml:space="preserve">. Wykonawca </w:t>
      </w:r>
      <w:r>
        <w:rPr>
          <w:sz w:val="22"/>
          <w:szCs w:val="22"/>
        </w:rPr>
        <w:t>w razie konieczności zobowiązany jest do odpowiedniej współpracy z firmami realizującymi usługi na rzecz SPZZOZ w Wyszkowie, w tym aktualnie z</w:t>
      </w:r>
      <w:r w:rsidRPr="009D0E45">
        <w:rPr>
          <w:sz w:val="22"/>
          <w:szCs w:val="22"/>
        </w:rPr>
        <w:t>:</w:t>
      </w:r>
    </w:p>
    <w:p w:rsidR="00297150" w:rsidRDefault="00297150" w:rsidP="004B7F19">
      <w:pPr>
        <w:pStyle w:val="ListParagraph"/>
        <w:numPr>
          <w:ilvl w:val="0"/>
          <w:numId w:val="3"/>
        </w:numPr>
        <w:spacing w:before="120"/>
        <w:ind w:left="714" w:hanging="357"/>
        <w:rPr>
          <w:sz w:val="22"/>
          <w:szCs w:val="22"/>
        </w:rPr>
      </w:pPr>
      <w:r w:rsidRPr="00A2062C">
        <w:rPr>
          <w:sz w:val="22"/>
          <w:szCs w:val="22"/>
        </w:rPr>
        <w:t xml:space="preserve">Firma konserwująca system przeciwpożarowy - P.H.U. Salon Zabezpieczeń, Wardak Krzysztof, </w:t>
      </w:r>
      <w:r w:rsidRPr="00A2062C">
        <w:rPr>
          <w:iCs/>
          <w:color w:val="000000"/>
          <w:sz w:val="22"/>
          <w:szCs w:val="22"/>
        </w:rPr>
        <w:t xml:space="preserve">ul. Szeligowska 13; </w:t>
      </w:r>
      <w:r w:rsidRPr="00A2062C">
        <w:rPr>
          <w:sz w:val="22"/>
          <w:szCs w:val="22"/>
        </w:rPr>
        <w:t>01-319 Warszawa,  Wardak Krzysztof tel. 602 238</w:t>
      </w:r>
      <w:r>
        <w:rPr>
          <w:sz w:val="22"/>
          <w:szCs w:val="22"/>
        </w:rPr>
        <w:t> </w:t>
      </w:r>
      <w:r w:rsidRPr="00A2062C">
        <w:rPr>
          <w:sz w:val="22"/>
          <w:szCs w:val="22"/>
        </w:rPr>
        <w:t>245</w:t>
      </w:r>
    </w:p>
    <w:p w:rsidR="00297150" w:rsidRPr="00B2650C" w:rsidRDefault="00297150" w:rsidP="004B7F19">
      <w:pPr>
        <w:pStyle w:val="ListParagraph"/>
        <w:numPr>
          <w:ilvl w:val="0"/>
          <w:numId w:val="3"/>
        </w:numPr>
        <w:spacing w:before="120" w:after="120"/>
        <w:ind w:left="714" w:hanging="357"/>
        <w:rPr>
          <w:sz w:val="22"/>
          <w:szCs w:val="22"/>
        </w:rPr>
      </w:pPr>
      <w:r w:rsidRPr="00B2650C">
        <w:rPr>
          <w:sz w:val="22"/>
          <w:szCs w:val="22"/>
        </w:rPr>
        <w:t>firmą GWARANT Sp. z o.o. ul. Puławska 228 lok. 71, 02-670 Warszawa pełniącą funkcję ochrony, Kierownik ochrony Janusz Ostrowski tel. 502241554</w:t>
      </w:r>
    </w:p>
    <w:p w:rsidR="00297150" w:rsidRPr="00B2650C" w:rsidRDefault="00297150" w:rsidP="004B7F19">
      <w:pPr>
        <w:pStyle w:val="ListParagraph"/>
        <w:numPr>
          <w:ilvl w:val="0"/>
          <w:numId w:val="3"/>
        </w:numPr>
        <w:spacing w:before="120"/>
        <w:ind w:left="714" w:hanging="357"/>
        <w:rPr>
          <w:sz w:val="22"/>
          <w:szCs w:val="22"/>
        </w:rPr>
      </w:pPr>
      <w:r w:rsidRPr="00B2650C">
        <w:rPr>
          <w:sz w:val="22"/>
          <w:szCs w:val="22"/>
        </w:rPr>
        <w:t>firmą konserwującą windy przy Oddziale SOR i Oddziale Kardiologii – Konserwator Jerzy Księżopolski 608482462</w:t>
      </w:r>
    </w:p>
    <w:p w:rsidR="00297150" w:rsidRPr="00B2650C" w:rsidRDefault="00297150" w:rsidP="004B7F19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B2650C">
        <w:rPr>
          <w:sz w:val="22"/>
          <w:szCs w:val="22"/>
        </w:rPr>
        <w:t>firmą konserwującą windy przy OAiIT oraz Zakładzie Rehabilitacji - „Hydromach” Sp. z o.o., ul. Nowoursynowska 147, 02-776 Warszawa tel. 608320030, Konserwator Mirosław Reluga tel. 604904751</w:t>
      </w:r>
    </w:p>
    <w:p w:rsidR="00297150" w:rsidRDefault="00297150" w:rsidP="004B7F19">
      <w:pPr>
        <w:pStyle w:val="ListParagraph"/>
        <w:numPr>
          <w:ilvl w:val="0"/>
          <w:numId w:val="3"/>
        </w:numPr>
        <w:ind w:left="714" w:hanging="357"/>
        <w:rPr>
          <w:sz w:val="22"/>
          <w:szCs w:val="22"/>
        </w:rPr>
      </w:pPr>
      <w:r w:rsidRPr="00B2650C">
        <w:rPr>
          <w:sz w:val="22"/>
          <w:szCs w:val="22"/>
        </w:rPr>
        <w:t>firmą konserwującą agregat prądotwórczy typ 84ZPP-78H12 moc 200kW nr fabr. 11573 rok prod.1984 – Elektromechanika Moto-Volt s.c. Serwis Agregatów Prądotwórczych ul. Kazury 12/23, 02-795 Warszawa tel. 22 6486886</w:t>
      </w:r>
    </w:p>
    <w:p w:rsidR="00297150" w:rsidRDefault="00297150" w:rsidP="004B7F19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B2650C">
        <w:rPr>
          <w:sz w:val="22"/>
          <w:szCs w:val="22"/>
        </w:rPr>
        <w:t xml:space="preserve">dostawcą agregatu prądotwórczego GPW 330 SO nr maszyny 000005/2014  - RAPID Sp. z o.o. ul. Prosta 7, 21-500 Biała Podlaska, tel. 083 3432691, podwykonawca EL-TECH Kamil </w:t>
      </w:r>
    </w:p>
    <w:p w:rsidR="00297150" w:rsidRPr="00B2650C" w:rsidRDefault="00297150" w:rsidP="004B7F19">
      <w:pPr>
        <w:pStyle w:val="ListParagraph"/>
        <w:rPr>
          <w:sz w:val="22"/>
          <w:szCs w:val="22"/>
        </w:rPr>
      </w:pPr>
      <w:r w:rsidRPr="00B2650C">
        <w:rPr>
          <w:sz w:val="22"/>
          <w:szCs w:val="22"/>
        </w:rPr>
        <w:t>Rokosz,  Wola Lipieniecka Mała 36a, 26-502 Jastrząb, tel. 604155146</w:t>
      </w:r>
    </w:p>
    <w:p w:rsidR="00297150" w:rsidRPr="00B2650C" w:rsidRDefault="00297150" w:rsidP="004B7F19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B2650C">
        <w:rPr>
          <w:sz w:val="22"/>
          <w:szCs w:val="22"/>
        </w:rPr>
        <w:t xml:space="preserve">firmą konserwującą agregat prądotwórczy GPW 330 SO nr maszyny 000005/2014 – AGREGATY PEX-POOL PLUS ul. Metalowców 35, 39-200 Dębica, tel. 14 6807511 </w:t>
      </w:r>
    </w:p>
    <w:p w:rsidR="00297150" w:rsidRPr="008844A2" w:rsidRDefault="00297150" w:rsidP="008844A2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8844A2">
        <w:rPr>
          <w:sz w:val="22"/>
          <w:szCs w:val="22"/>
        </w:rPr>
        <w:t>Firma konserwująca klimatyzatory i centrale wentylacyjne - STULZ POLSKA Sp. z o.o. Al. Jerozolimskie 162, 02-342 Warszawa, Paweł Karczewski tel. 882 099 389</w:t>
      </w:r>
    </w:p>
    <w:p w:rsidR="00297150" w:rsidRPr="00B2650C" w:rsidRDefault="00297150" w:rsidP="004B7F19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B2650C">
        <w:rPr>
          <w:sz w:val="22"/>
          <w:szCs w:val="22"/>
        </w:rPr>
        <w:t>firmą konserwującą sieć telefoniczną CENTRO-TEL inż. Ryszard Ciemniewski ul. Kwiatowa 8, 07-200 Wyszków, tel. 604109357, 608732052</w:t>
      </w:r>
    </w:p>
    <w:p w:rsidR="00297150" w:rsidRDefault="00297150" w:rsidP="004B7F19">
      <w:pPr>
        <w:pStyle w:val="ListParagraph"/>
        <w:numPr>
          <w:ilvl w:val="0"/>
          <w:numId w:val="3"/>
        </w:numPr>
        <w:rPr>
          <w:sz w:val="22"/>
          <w:szCs w:val="22"/>
        </w:rPr>
      </w:pPr>
      <w:r w:rsidRPr="00B2650C">
        <w:rPr>
          <w:sz w:val="22"/>
          <w:szCs w:val="22"/>
        </w:rPr>
        <w:t>wykonawcą instalacji elektrycznej w budynku Administracji, Warsztatowym, Przychodni, RAPID Sp. z o.o. ul. Prosta 7, 21-500 Biała Podlaska, tel. 083 3432691, podwykonawca EL-TECH Kamil Rokosz,  Wola Lipieniecka Mała 36a, 26-502 Jastrząb, tel. 604155146</w:t>
      </w:r>
    </w:p>
    <w:p w:rsidR="00297150" w:rsidRDefault="00297150" w:rsidP="004B7F19">
      <w:pPr>
        <w:pStyle w:val="ListParagraph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wykonawca instalacji gazów medycznych:</w:t>
      </w:r>
    </w:p>
    <w:p w:rsidR="00297150" w:rsidRDefault="00297150" w:rsidP="00B0023F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- VELDER- 602516626,</w:t>
      </w:r>
    </w:p>
    <w:p w:rsidR="00297150" w:rsidRDefault="00297150" w:rsidP="00B0023F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- KRUK PARTNER – 502225148,</w:t>
      </w:r>
    </w:p>
    <w:p w:rsidR="00297150" w:rsidRDefault="00297150" w:rsidP="00B0023F">
      <w:pPr>
        <w:pStyle w:val="ListParagraph"/>
        <w:rPr>
          <w:sz w:val="22"/>
          <w:szCs w:val="22"/>
        </w:rPr>
      </w:pPr>
      <w:r>
        <w:rPr>
          <w:sz w:val="22"/>
          <w:szCs w:val="22"/>
        </w:rPr>
        <w:t>- AIRPOL - 600569568.</w:t>
      </w:r>
    </w:p>
    <w:p w:rsidR="00297150" w:rsidRDefault="00297150" w:rsidP="004B7F19">
      <w:pPr>
        <w:pStyle w:val="ListParagraph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dostawca tlenu medycznego - MESSER, AIR PRODUCTS lub inny w przypadku zmiany dostawcy – nr tel. w razie potrzeby przekaże Kierownik Działu Administracji i Zaopatrzenia.</w:t>
      </w:r>
    </w:p>
    <w:p w:rsidR="00297150" w:rsidRDefault="00297150" w:rsidP="004B7F19">
      <w:pPr>
        <w:pStyle w:val="ListParagraph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 xml:space="preserve">przeglądy instalacji gazów medycznych ASMED Andrzej Stańczak -608781065. </w:t>
      </w:r>
    </w:p>
    <w:p w:rsidR="00297150" w:rsidRDefault="00297150" w:rsidP="004B7F19">
      <w:pPr>
        <w:pStyle w:val="ListParagraph"/>
        <w:numPr>
          <w:ilvl w:val="0"/>
          <w:numId w:val="3"/>
        </w:numPr>
        <w:rPr>
          <w:sz w:val="22"/>
          <w:szCs w:val="22"/>
        </w:rPr>
      </w:pPr>
      <w:r>
        <w:rPr>
          <w:sz w:val="22"/>
          <w:szCs w:val="22"/>
        </w:rPr>
        <w:t>Wykonawca instalacji elektrycznej  Lądowiska dla śmigłowców ratunkowych w SPZZOZ w Wyszkowie – P.H.U. „ALTEH” Adam Wyszyński – 606137249.</w:t>
      </w:r>
    </w:p>
    <w:p w:rsidR="00297150" w:rsidRDefault="00297150" w:rsidP="009D78CD">
      <w:pPr>
        <w:pStyle w:val="ListParagraph"/>
        <w:rPr>
          <w:sz w:val="22"/>
          <w:szCs w:val="22"/>
        </w:rPr>
      </w:pPr>
    </w:p>
    <w:p w:rsidR="00297150" w:rsidRDefault="00297150" w:rsidP="009D0E45">
      <w:pPr>
        <w:jc w:val="both"/>
        <w:rPr>
          <w:b/>
          <w:sz w:val="22"/>
          <w:szCs w:val="22"/>
        </w:rPr>
      </w:pPr>
      <w:r w:rsidRPr="000A3E8C">
        <w:rPr>
          <w:sz w:val="22"/>
          <w:szCs w:val="22"/>
        </w:rPr>
        <w:t xml:space="preserve"> </w:t>
      </w:r>
      <w:r w:rsidRPr="009D0E45">
        <w:rPr>
          <w:b/>
          <w:sz w:val="22"/>
          <w:szCs w:val="22"/>
        </w:rPr>
        <w:t>III. INFORMACJE UZUPE</w:t>
      </w:r>
      <w:r>
        <w:rPr>
          <w:b/>
          <w:sz w:val="22"/>
          <w:szCs w:val="22"/>
        </w:rPr>
        <w:t>Ł</w:t>
      </w:r>
      <w:r w:rsidRPr="009D0E45">
        <w:rPr>
          <w:b/>
          <w:sz w:val="22"/>
          <w:szCs w:val="22"/>
        </w:rPr>
        <w:t>NIAJACE</w:t>
      </w:r>
    </w:p>
    <w:p w:rsidR="00297150" w:rsidRPr="001E50A7" w:rsidRDefault="00297150" w:rsidP="005428B4">
      <w:pPr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 w:rsidRPr="001E50A7">
        <w:rPr>
          <w:sz w:val="22"/>
          <w:szCs w:val="22"/>
        </w:rPr>
        <w:t xml:space="preserve">Zamawiający </w:t>
      </w:r>
      <w:r>
        <w:rPr>
          <w:sz w:val="22"/>
          <w:szCs w:val="22"/>
        </w:rPr>
        <w:t xml:space="preserve">przekaże do dyspozycji Wykonawcy, dla pracowników dyżurujących w SPZZOZ w Wyszkowie, pomieszczenie w budynku Warsztatowo – Garażowym </w:t>
      </w:r>
      <w:r w:rsidRPr="00737E62">
        <w:rPr>
          <w:i/>
          <w:sz w:val="22"/>
          <w:szCs w:val="22"/>
        </w:rPr>
        <w:t>(L.p. 7- wykaz budynków i lokali)</w:t>
      </w:r>
      <w:r>
        <w:rPr>
          <w:sz w:val="22"/>
          <w:szCs w:val="22"/>
        </w:rPr>
        <w:t xml:space="preserve">, w którym zainstalowany jest agregat prądotwórczy.  </w:t>
      </w:r>
    </w:p>
    <w:p w:rsidR="00297150" w:rsidRDefault="00297150" w:rsidP="009D0E45">
      <w:pPr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Pr="001E50A7">
        <w:rPr>
          <w:sz w:val="22"/>
          <w:szCs w:val="22"/>
        </w:rPr>
        <w:t xml:space="preserve">. Zamawiający </w:t>
      </w:r>
      <w:r>
        <w:rPr>
          <w:sz w:val="22"/>
          <w:szCs w:val="22"/>
        </w:rPr>
        <w:t xml:space="preserve">przekaże do dyspozycji Wykonawcy telefon komórkowy nr 784098890, który przez cały okres realizacji umowy będzie służył dyżurującym pracownikom Wykonawcy zarówno w czasie dyżuru w SPZZOZ w Wyszkowie, jak i w czasie dyżurów telefonicznych. </w:t>
      </w:r>
    </w:p>
    <w:p w:rsidR="00297150" w:rsidRPr="009D0E45" w:rsidRDefault="00297150" w:rsidP="009D0E45">
      <w:pPr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Pr="009D0E45">
        <w:rPr>
          <w:sz w:val="22"/>
          <w:szCs w:val="22"/>
        </w:rPr>
        <w:t xml:space="preserve">. Niezależnie od telefonu </w:t>
      </w:r>
      <w:r>
        <w:rPr>
          <w:sz w:val="22"/>
          <w:szCs w:val="22"/>
        </w:rPr>
        <w:t>podanego wyżej</w:t>
      </w:r>
      <w:r w:rsidRPr="009D0E45">
        <w:rPr>
          <w:sz w:val="22"/>
          <w:szCs w:val="22"/>
        </w:rPr>
        <w:t xml:space="preserve">, </w:t>
      </w:r>
      <w:r>
        <w:rPr>
          <w:sz w:val="22"/>
          <w:szCs w:val="22"/>
        </w:rPr>
        <w:t>Wykonawca</w:t>
      </w:r>
      <w:r w:rsidRPr="009D0E45">
        <w:rPr>
          <w:sz w:val="22"/>
          <w:szCs w:val="22"/>
        </w:rPr>
        <w:t xml:space="preserve"> zobowiązan</w:t>
      </w:r>
      <w:r>
        <w:rPr>
          <w:sz w:val="22"/>
          <w:szCs w:val="22"/>
        </w:rPr>
        <w:t>y</w:t>
      </w:r>
      <w:r w:rsidRPr="009D0E45">
        <w:rPr>
          <w:sz w:val="22"/>
          <w:szCs w:val="22"/>
        </w:rPr>
        <w:t xml:space="preserve"> jest </w:t>
      </w:r>
      <w:r>
        <w:rPr>
          <w:sz w:val="22"/>
          <w:szCs w:val="22"/>
        </w:rPr>
        <w:t xml:space="preserve">do </w:t>
      </w:r>
      <w:r w:rsidRPr="009D0E45">
        <w:rPr>
          <w:sz w:val="22"/>
          <w:szCs w:val="22"/>
        </w:rPr>
        <w:t>poda</w:t>
      </w:r>
      <w:r>
        <w:rPr>
          <w:sz w:val="22"/>
          <w:szCs w:val="22"/>
        </w:rPr>
        <w:t>nia  Zamawiającemu</w:t>
      </w:r>
      <w:r w:rsidRPr="009D0E45">
        <w:rPr>
          <w:sz w:val="22"/>
          <w:szCs w:val="22"/>
        </w:rPr>
        <w:t xml:space="preserve"> numer telefonu komórkowego</w:t>
      </w:r>
      <w:r>
        <w:rPr>
          <w:sz w:val="22"/>
          <w:szCs w:val="22"/>
        </w:rPr>
        <w:t xml:space="preserve"> rezerwowego</w:t>
      </w:r>
      <w:r w:rsidRPr="009D0E45">
        <w:rPr>
          <w:sz w:val="22"/>
          <w:szCs w:val="22"/>
        </w:rPr>
        <w:t xml:space="preserve"> dla wezwań awaryjnych </w:t>
      </w:r>
      <w:r>
        <w:rPr>
          <w:sz w:val="22"/>
          <w:szCs w:val="22"/>
        </w:rPr>
        <w:t>oraz do pracownika nadzoru, który podejmie odpowiednia interwencję</w:t>
      </w:r>
      <w:r w:rsidRPr="009D0E45">
        <w:rPr>
          <w:sz w:val="22"/>
          <w:szCs w:val="22"/>
        </w:rPr>
        <w:t xml:space="preserve"> w wypadku braku zgłoszenia się pracownika</w:t>
      </w:r>
      <w:r>
        <w:rPr>
          <w:sz w:val="22"/>
          <w:szCs w:val="22"/>
        </w:rPr>
        <w:t xml:space="preserve"> dyżurującego, kilku awarii jednocześnie itp.</w:t>
      </w:r>
      <w:r w:rsidRPr="009D0E45">
        <w:rPr>
          <w:sz w:val="22"/>
          <w:szCs w:val="22"/>
        </w:rPr>
        <w:t xml:space="preserve"> </w:t>
      </w:r>
    </w:p>
    <w:p w:rsidR="00297150" w:rsidRPr="00687E96" w:rsidRDefault="00297150" w:rsidP="009D0E45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>4</w:t>
      </w:r>
      <w:r w:rsidRPr="009D0E45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9D0E45">
        <w:rPr>
          <w:sz w:val="22"/>
          <w:szCs w:val="22"/>
        </w:rPr>
        <w:t xml:space="preserve">Przez </w:t>
      </w:r>
      <w:r w:rsidRPr="004B3A76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 xml:space="preserve">zgłoszenie </w:t>
      </w:r>
      <w:r w:rsidRPr="004B3A76">
        <w:rPr>
          <w:b/>
          <w:sz w:val="22"/>
          <w:szCs w:val="22"/>
        </w:rPr>
        <w:t>awari</w:t>
      </w:r>
      <w:r>
        <w:rPr>
          <w:b/>
          <w:sz w:val="22"/>
          <w:szCs w:val="22"/>
        </w:rPr>
        <w:t>i zagrażającej życiu</w:t>
      </w:r>
      <w:r w:rsidRPr="004B3A76">
        <w:rPr>
          <w:b/>
          <w:sz w:val="22"/>
          <w:szCs w:val="22"/>
        </w:rPr>
        <w:t xml:space="preserve">” </w:t>
      </w:r>
      <w:r w:rsidRPr="009D0E45">
        <w:rPr>
          <w:sz w:val="22"/>
          <w:szCs w:val="22"/>
        </w:rPr>
        <w:t>rozumie się wezwanie pracownika do awarii</w:t>
      </w:r>
      <w:r>
        <w:rPr>
          <w:sz w:val="22"/>
          <w:szCs w:val="22"/>
        </w:rPr>
        <w:t xml:space="preserve"> zagrażającej życiu pacjenta lub innych osób, awarii</w:t>
      </w:r>
      <w:r w:rsidRPr="009D0E45">
        <w:rPr>
          <w:sz w:val="22"/>
          <w:szCs w:val="22"/>
        </w:rPr>
        <w:t xml:space="preserve"> uniemożliwiającej normalne funkcjonow</w:t>
      </w:r>
      <w:r>
        <w:rPr>
          <w:sz w:val="22"/>
          <w:szCs w:val="22"/>
        </w:rPr>
        <w:t>anie komórek Zakładu</w:t>
      </w:r>
      <w:r w:rsidRPr="009D0E45">
        <w:rPr>
          <w:sz w:val="22"/>
          <w:szCs w:val="22"/>
        </w:rPr>
        <w:t xml:space="preserve"> </w:t>
      </w:r>
      <w:r w:rsidRPr="00687E96">
        <w:rPr>
          <w:i/>
          <w:sz w:val="22"/>
          <w:szCs w:val="22"/>
        </w:rPr>
        <w:t>(</w:t>
      </w:r>
      <w:r>
        <w:rPr>
          <w:i/>
          <w:sz w:val="22"/>
          <w:szCs w:val="22"/>
        </w:rPr>
        <w:t>np.: nie</w:t>
      </w:r>
      <w:r w:rsidRPr="00687E96">
        <w:rPr>
          <w:i/>
          <w:sz w:val="22"/>
          <w:szCs w:val="22"/>
        </w:rPr>
        <w:t xml:space="preserve"> funkcjonowanie urządzenia medycznego, pomieszczenia lub pomieszczeń</w:t>
      </w:r>
      <w:r>
        <w:rPr>
          <w:i/>
          <w:sz w:val="22"/>
          <w:szCs w:val="22"/>
        </w:rPr>
        <w:t xml:space="preserve"> itp.</w:t>
      </w:r>
      <w:r w:rsidRPr="00687E96">
        <w:rPr>
          <w:i/>
          <w:sz w:val="22"/>
          <w:szCs w:val="22"/>
        </w:rPr>
        <w:t xml:space="preserve">). </w:t>
      </w:r>
    </w:p>
    <w:p w:rsidR="00297150" w:rsidRPr="00687E96" w:rsidRDefault="00297150" w:rsidP="009D0E45">
      <w:pPr>
        <w:jc w:val="both"/>
        <w:rPr>
          <w:i/>
          <w:sz w:val="22"/>
          <w:szCs w:val="22"/>
        </w:rPr>
      </w:pPr>
      <w:r>
        <w:rPr>
          <w:sz w:val="22"/>
          <w:szCs w:val="22"/>
        </w:rPr>
        <w:t>5</w:t>
      </w:r>
      <w:r w:rsidRPr="009D0E45">
        <w:rPr>
          <w:sz w:val="22"/>
          <w:szCs w:val="22"/>
        </w:rPr>
        <w:t xml:space="preserve">. Przez </w:t>
      </w:r>
      <w:r w:rsidRPr="001B21EB">
        <w:rPr>
          <w:b/>
          <w:sz w:val="22"/>
          <w:szCs w:val="22"/>
        </w:rPr>
        <w:t>„</w:t>
      </w:r>
      <w:r>
        <w:rPr>
          <w:b/>
          <w:sz w:val="22"/>
          <w:szCs w:val="22"/>
        </w:rPr>
        <w:t xml:space="preserve">zgłoszenie </w:t>
      </w:r>
      <w:r w:rsidRPr="001B21EB">
        <w:rPr>
          <w:b/>
          <w:sz w:val="22"/>
          <w:szCs w:val="22"/>
        </w:rPr>
        <w:t>naprawy”</w:t>
      </w:r>
      <w:r w:rsidRPr="009D0E45">
        <w:rPr>
          <w:sz w:val="22"/>
          <w:szCs w:val="22"/>
        </w:rPr>
        <w:t xml:space="preserve"> rozumie się wezwanie pracownika do naprawy uszkodzonego stanu zasilania w energię</w:t>
      </w:r>
      <w:r>
        <w:rPr>
          <w:sz w:val="22"/>
          <w:szCs w:val="22"/>
        </w:rPr>
        <w:t xml:space="preserve"> lub urządzenia, czy sprzętu,</w:t>
      </w:r>
      <w:r w:rsidRPr="009D0E45">
        <w:rPr>
          <w:sz w:val="22"/>
          <w:szCs w:val="22"/>
        </w:rPr>
        <w:t xml:space="preserve"> w sytuacji</w:t>
      </w:r>
      <w:r>
        <w:rPr>
          <w:sz w:val="22"/>
          <w:szCs w:val="22"/>
        </w:rPr>
        <w:t xml:space="preserve"> </w:t>
      </w:r>
      <w:r w:rsidRPr="009D0E45">
        <w:rPr>
          <w:sz w:val="22"/>
          <w:szCs w:val="22"/>
        </w:rPr>
        <w:t>gdy uszkodzenie to utrudnia, ale nie eliminuje możliwości wykonywania pracy</w:t>
      </w:r>
      <w:r>
        <w:rPr>
          <w:sz w:val="22"/>
          <w:szCs w:val="22"/>
        </w:rPr>
        <w:t xml:space="preserve"> i bezpośrednio nie zagraża życiu pacjenta lub innych osób</w:t>
      </w:r>
      <w:r w:rsidRPr="009D0E45">
        <w:rPr>
          <w:sz w:val="22"/>
          <w:szCs w:val="22"/>
        </w:rPr>
        <w:t xml:space="preserve"> </w:t>
      </w:r>
      <w:r w:rsidRPr="00687E96">
        <w:rPr>
          <w:i/>
          <w:sz w:val="22"/>
          <w:szCs w:val="22"/>
        </w:rPr>
        <w:t xml:space="preserve">( </w:t>
      </w:r>
      <w:r>
        <w:rPr>
          <w:i/>
          <w:sz w:val="22"/>
          <w:szCs w:val="22"/>
        </w:rPr>
        <w:t xml:space="preserve">np. awaria sprzętu elektrycznego nie powodująca zagrożenia życia, </w:t>
      </w:r>
      <w:r w:rsidRPr="00687E96">
        <w:rPr>
          <w:i/>
          <w:sz w:val="22"/>
          <w:szCs w:val="22"/>
        </w:rPr>
        <w:t xml:space="preserve"> wymiana żarówki, wymiana lub naprawa punktu poboru w pomieszczeniu wielopunktowym itp.). </w:t>
      </w:r>
    </w:p>
    <w:p w:rsidR="00297150" w:rsidRDefault="00297150" w:rsidP="009D0E45">
      <w:pPr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Pr="009D0E45">
        <w:rPr>
          <w:sz w:val="22"/>
          <w:szCs w:val="22"/>
        </w:rPr>
        <w:t xml:space="preserve">. </w:t>
      </w:r>
      <w:r>
        <w:rPr>
          <w:sz w:val="22"/>
          <w:szCs w:val="22"/>
        </w:rPr>
        <w:t>Wykonawca zobowiązany jest do w</w:t>
      </w:r>
      <w:r w:rsidRPr="009D0E45">
        <w:rPr>
          <w:sz w:val="22"/>
          <w:szCs w:val="22"/>
        </w:rPr>
        <w:t>ystawieni</w:t>
      </w:r>
      <w:r>
        <w:rPr>
          <w:sz w:val="22"/>
          <w:szCs w:val="22"/>
        </w:rPr>
        <w:t>a</w:t>
      </w:r>
      <w:r w:rsidRPr="009D0E45">
        <w:rPr>
          <w:sz w:val="22"/>
          <w:szCs w:val="22"/>
        </w:rPr>
        <w:t xml:space="preserve"> potwierdzenia wykonania naprawy i zużytych materiałów </w:t>
      </w:r>
      <w:r>
        <w:rPr>
          <w:sz w:val="22"/>
          <w:szCs w:val="22"/>
        </w:rPr>
        <w:t>oraz uzyskania</w:t>
      </w:r>
      <w:r w:rsidRPr="009D0E45">
        <w:rPr>
          <w:sz w:val="22"/>
          <w:szCs w:val="22"/>
        </w:rPr>
        <w:t xml:space="preserve"> podpis</w:t>
      </w:r>
      <w:r>
        <w:rPr>
          <w:sz w:val="22"/>
          <w:szCs w:val="22"/>
        </w:rPr>
        <w:t>u</w:t>
      </w:r>
      <w:r w:rsidRPr="009D0E45">
        <w:rPr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 w:rsidRPr="009D0E45">
        <w:rPr>
          <w:sz w:val="22"/>
          <w:szCs w:val="22"/>
        </w:rPr>
        <w:t>ddziałowej</w:t>
      </w:r>
      <w:r>
        <w:rPr>
          <w:sz w:val="22"/>
          <w:szCs w:val="22"/>
        </w:rPr>
        <w:t xml:space="preserve"> </w:t>
      </w:r>
      <w:r w:rsidRPr="009D0E45">
        <w:rPr>
          <w:sz w:val="22"/>
          <w:szCs w:val="22"/>
        </w:rPr>
        <w:t>lub</w:t>
      </w:r>
      <w:r>
        <w:rPr>
          <w:sz w:val="22"/>
          <w:szCs w:val="22"/>
        </w:rPr>
        <w:t xml:space="preserve"> innej </w:t>
      </w:r>
      <w:r w:rsidRPr="009D0E45">
        <w:rPr>
          <w:sz w:val="22"/>
          <w:szCs w:val="22"/>
        </w:rPr>
        <w:t>osoby upoważnionej</w:t>
      </w:r>
      <w:r>
        <w:rPr>
          <w:sz w:val="22"/>
          <w:szCs w:val="22"/>
        </w:rPr>
        <w:t xml:space="preserve"> w miejscu realizowanej naprawy</w:t>
      </w:r>
      <w:r w:rsidRPr="009D0E45">
        <w:rPr>
          <w:sz w:val="22"/>
          <w:szCs w:val="22"/>
        </w:rPr>
        <w:t>.</w:t>
      </w:r>
      <w:r>
        <w:rPr>
          <w:sz w:val="22"/>
          <w:szCs w:val="22"/>
        </w:rPr>
        <w:t xml:space="preserve"> Sposób prowadzenia rejestracji zgłoszeń zostanie szczegółowo, w formie pisemnej, uzgodniony przez Wykonawcę z Kierownikiem Działu Technicznego i Zamówień Publicznych SPZZOZ w Wyszkowie.</w:t>
      </w:r>
      <w:r w:rsidRPr="009D0E45">
        <w:rPr>
          <w:sz w:val="22"/>
          <w:szCs w:val="22"/>
        </w:rPr>
        <w:t xml:space="preserve"> </w:t>
      </w:r>
    </w:p>
    <w:p w:rsidR="00297150" w:rsidRPr="009D0E45" w:rsidRDefault="00297150" w:rsidP="009D0E45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 </w:t>
      </w:r>
      <w:r w:rsidRPr="00A54324">
        <w:rPr>
          <w:sz w:val="22"/>
          <w:szCs w:val="22"/>
        </w:rPr>
        <w:t>Wykonawca zapewni we własnym zakresie i na własny koszt narzędzia, urządzenia i środki ochrony osobistej niezbędne do realizacji przedmiotu zamówienia oraz zapewni własnym pracownikom jednolitą odzież roboczą</w:t>
      </w:r>
      <w:r>
        <w:rPr>
          <w:sz w:val="22"/>
          <w:szCs w:val="22"/>
        </w:rPr>
        <w:t xml:space="preserve"> i </w:t>
      </w:r>
      <w:r w:rsidRPr="00A54324">
        <w:rPr>
          <w:sz w:val="22"/>
          <w:szCs w:val="22"/>
        </w:rPr>
        <w:t>ochronną</w:t>
      </w:r>
      <w:r>
        <w:rPr>
          <w:sz w:val="22"/>
          <w:szCs w:val="22"/>
        </w:rPr>
        <w:t xml:space="preserve"> z logo firmy </w:t>
      </w:r>
      <w:r w:rsidRPr="00A54324">
        <w:rPr>
          <w:sz w:val="22"/>
          <w:szCs w:val="22"/>
        </w:rPr>
        <w:t xml:space="preserve">oraz </w:t>
      </w:r>
      <w:r>
        <w:rPr>
          <w:sz w:val="22"/>
          <w:szCs w:val="22"/>
        </w:rPr>
        <w:t>identyfikatory osobiste</w:t>
      </w:r>
      <w:r w:rsidRPr="00A54324">
        <w:rPr>
          <w:sz w:val="22"/>
          <w:szCs w:val="22"/>
        </w:rPr>
        <w:t>.</w:t>
      </w:r>
    </w:p>
    <w:p w:rsidR="00297150" w:rsidRPr="009D0E45" w:rsidRDefault="00297150" w:rsidP="009D0E45">
      <w:pPr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Pr="009D0E45">
        <w:rPr>
          <w:sz w:val="22"/>
          <w:szCs w:val="22"/>
        </w:rPr>
        <w:t xml:space="preserve">. Materiały i osprzęt niezbędny do wykonywania prac Wykonawca zakupuje </w:t>
      </w:r>
      <w:r>
        <w:rPr>
          <w:sz w:val="22"/>
          <w:szCs w:val="22"/>
        </w:rPr>
        <w:t xml:space="preserve">i </w:t>
      </w:r>
      <w:r w:rsidRPr="009D0E45">
        <w:rPr>
          <w:sz w:val="22"/>
          <w:szCs w:val="22"/>
        </w:rPr>
        <w:t xml:space="preserve">rozlicza zgodnie z zasadami ustalonymi w </w:t>
      </w:r>
      <w:r>
        <w:rPr>
          <w:sz w:val="22"/>
          <w:szCs w:val="22"/>
        </w:rPr>
        <w:t>umowie</w:t>
      </w:r>
      <w:r w:rsidRPr="009D0E45">
        <w:rPr>
          <w:sz w:val="22"/>
          <w:szCs w:val="22"/>
        </w:rPr>
        <w:t>.</w:t>
      </w:r>
    </w:p>
    <w:p w:rsidR="00297150" w:rsidRPr="00B2650C" w:rsidRDefault="00297150" w:rsidP="000938E3">
      <w:pPr>
        <w:rPr>
          <w:sz w:val="22"/>
          <w:szCs w:val="22"/>
        </w:rPr>
      </w:pPr>
    </w:p>
    <w:p w:rsidR="00297150" w:rsidRPr="00AA39D5" w:rsidRDefault="00297150" w:rsidP="00AA39D5">
      <w:pPr>
        <w:jc w:val="both"/>
        <w:rPr>
          <w:b/>
          <w:sz w:val="22"/>
          <w:szCs w:val="22"/>
        </w:rPr>
      </w:pPr>
      <w:r w:rsidRPr="00AA39D5">
        <w:rPr>
          <w:b/>
          <w:sz w:val="22"/>
          <w:szCs w:val="22"/>
        </w:rPr>
        <w:t>IV. WYKAZ ZA</w:t>
      </w:r>
      <w:r>
        <w:rPr>
          <w:b/>
          <w:sz w:val="22"/>
          <w:szCs w:val="22"/>
        </w:rPr>
        <w:t>Ł</w:t>
      </w:r>
      <w:r w:rsidRPr="00AA39D5">
        <w:rPr>
          <w:b/>
          <w:sz w:val="22"/>
          <w:szCs w:val="22"/>
        </w:rPr>
        <w:t>ĄCZNIKÓW</w:t>
      </w:r>
    </w:p>
    <w:p w:rsidR="00297150" w:rsidRPr="00AA39D5" w:rsidRDefault="00297150" w:rsidP="00AA39D5">
      <w:pPr>
        <w:jc w:val="both"/>
        <w:rPr>
          <w:sz w:val="22"/>
          <w:szCs w:val="22"/>
        </w:rPr>
      </w:pPr>
      <w:r w:rsidRPr="00AA39D5">
        <w:rPr>
          <w:sz w:val="22"/>
          <w:szCs w:val="22"/>
        </w:rPr>
        <w:t>1. Załącznik nr 1.1. – wykaz budynków i lokali</w:t>
      </w:r>
      <w:r>
        <w:rPr>
          <w:sz w:val="22"/>
          <w:szCs w:val="22"/>
        </w:rPr>
        <w:t>.</w:t>
      </w:r>
    </w:p>
    <w:p w:rsidR="00297150" w:rsidRPr="00AA39D5" w:rsidRDefault="00297150" w:rsidP="00AA39D5">
      <w:pPr>
        <w:jc w:val="both"/>
        <w:rPr>
          <w:sz w:val="22"/>
          <w:szCs w:val="22"/>
        </w:rPr>
      </w:pPr>
      <w:r w:rsidRPr="00AA39D5">
        <w:rPr>
          <w:sz w:val="22"/>
          <w:szCs w:val="22"/>
        </w:rPr>
        <w:t>2. Załącznik nr 1.</w:t>
      </w:r>
      <w:r>
        <w:rPr>
          <w:sz w:val="22"/>
          <w:szCs w:val="22"/>
        </w:rPr>
        <w:t>2.</w:t>
      </w:r>
      <w:r w:rsidRPr="00AA39D5">
        <w:rPr>
          <w:sz w:val="22"/>
          <w:szCs w:val="22"/>
        </w:rPr>
        <w:t xml:space="preserve"> – </w:t>
      </w:r>
      <w:r>
        <w:rPr>
          <w:sz w:val="22"/>
          <w:szCs w:val="22"/>
        </w:rPr>
        <w:t>plan sytuacyjny.</w:t>
      </w:r>
    </w:p>
    <w:p w:rsidR="00297150" w:rsidRPr="00AA39D5" w:rsidRDefault="00297150" w:rsidP="00AA39D5">
      <w:pPr>
        <w:jc w:val="both"/>
        <w:rPr>
          <w:sz w:val="22"/>
          <w:szCs w:val="22"/>
        </w:rPr>
      </w:pPr>
      <w:r w:rsidRPr="00AA39D5">
        <w:rPr>
          <w:sz w:val="22"/>
          <w:szCs w:val="22"/>
        </w:rPr>
        <w:t>3. Załącznik nr 1.</w:t>
      </w:r>
      <w:r>
        <w:rPr>
          <w:sz w:val="22"/>
          <w:szCs w:val="22"/>
        </w:rPr>
        <w:t>3.</w:t>
      </w:r>
      <w:r w:rsidRPr="00AA39D5">
        <w:rPr>
          <w:sz w:val="22"/>
          <w:szCs w:val="22"/>
        </w:rPr>
        <w:t xml:space="preserve"> – </w:t>
      </w:r>
      <w:r>
        <w:rPr>
          <w:sz w:val="22"/>
          <w:szCs w:val="22"/>
        </w:rPr>
        <w:t>rozdzielni i tablic.</w:t>
      </w:r>
    </w:p>
    <w:p w:rsidR="00297150" w:rsidRDefault="00297150" w:rsidP="00AA39D5">
      <w:pPr>
        <w:jc w:val="both"/>
        <w:rPr>
          <w:sz w:val="22"/>
          <w:szCs w:val="22"/>
        </w:rPr>
      </w:pPr>
      <w:r w:rsidRPr="00AA39D5">
        <w:rPr>
          <w:sz w:val="22"/>
          <w:szCs w:val="22"/>
        </w:rPr>
        <w:t>5. Załącznik nr 1.</w:t>
      </w:r>
      <w:r>
        <w:rPr>
          <w:sz w:val="22"/>
          <w:szCs w:val="22"/>
        </w:rPr>
        <w:t>4.</w:t>
      </w:r>
      <w:r w:rsidRPr="00AA39D5">
        <w:rPr>
          <w:sz w:val="22"/>
          <w:szCs w:val="22"/>
        </w:rPr>
        <w:t xml:space="preserve"> – wykaz </w:t>
      </w:r>
      <w:r>
        <w:rPr>
          <w:sz w:val="22"/>
          <w:szCs w:val="22"/>
        </w:rPr>
        <w:t>urządzeń elektroenergetycznych</w:t>
      </w:r>
      <w:r w:rsidRPr="00AA39D5">
        <w:rPr>
          <w:sz w:val="22"/>
          <w:szCs w:val="22"/>
        </w:rPr>
        <w:t>.</w:t>
      </w:r>
    </w:p>
    <w:p w:rsidR="00297150" w:rsidRPr="00E61403" w:rsidRDefault="00297150" w:rsidP="00E61403">
      <w:pPr>
        <w:jc w:val="both"/>
        <w:rPr>
          <w:sz w:val="22"/>
          <w:szCs w:val="22"/>
        </w:rPr>
      </w:pPr>
    </w:p>
    <w:p w:rsidR="00297150" w:rsidRPr="00E61403" w:rsidRDefault="00297150" w:rsidP="00E61403">
      <w:pPr>
        <w:jc w:val="both"/>
        <w:rPr>
          <w:sz w:val="22"/>
          <w:szCs w:val="22"/>
        </w:rPr>
      </w:pPr>
    </w:p>
    <w:sectPr w:rsidR="00297150" w:rsidRPr="00E61403" w:rsidSect="00250A63">
      <w:footerReference w:type="even" r:id="rId7"/>
      <w:footerReference w:type="default" r:id="rId8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7150" w:rsidRDefault="00297150" w:rsidP="00494300">
      <w:r>
        <w:separator/>
      </w:r>
    </w:p>
  </w:endnote>
  <w:endnote w:type="continuationSeparator" w:id="0">
    <w:p w:rsidR="00297150" w:rsidRDefault="00297150" w:rsidP="004943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egoe UI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Univers-BoldP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Univers-P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UniversPro-Bold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UniversPro-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150" w:rsidRDefault="00297150" w:rsidP="00507D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97150" w:rsidRDefault="00297150" w:rsidP="00B047B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7150" w:rsidRDefault="00297150" w:rsidP="00507DC4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297150" w:rsidRPr="00112ABB" w:rsidRDefault="00297150" w:rsidP="00112ABB">
    <w:pPr>
      <w:rPr>
        <w:smallCaps/>
        <w:color w:val="000000"/>
        <w:sz w:val="16"/>
        <w:szCs w:val="16"/>
      </w:rPr>
    </w:pPr>
    <w:r w:rsidRPr="00112ABB">
      <w:rPr>
        <w:sz w:val="16"/>
        <w:szCs w:val="16"/>
      </w:rPr>
      <w:t xml:space="preserve">OPIS PRZEDMIOTU ZAMÓWIENIA – ZAŁ. NR 1 </w:t>
    </w:r>
    <w:r w:rsidRPr="00112ABB">
      <w:rPr>
        <w:bCs/>
        <w:sz w:val="16"/>
        <w:szCs w:val="16"/>
      </w:rPr>
      <w:t xml:space="preserve">do SIWZ  nr </w:t>
    </w:r>
    <w:r w:rsidRPr="00112ABB">
      <w:rPr>
        <w:smallCaps/>
        <w:color w:val="000000"/>
        <w:sz w:val="16"/>
        <w:szCs w:val="16"/>
      </w:rPr>
      <w:t>DEZ/P/341/ZP-</w:t>
    </w:r>
    <w:r>
      <w:rPr>
        <w:smallCaps/>
        <w:color w:val="000000"/>
        <w:sz w:val="16"/>
        <w:szCs w:val="16"/>
      </w:rPr>
      <w:t>4</w:t>
    </w:r>
    <w:r w:rsidRPr="00112ABB">
      <w:rPr>
        <w:smallCaps/>
        <w:color w:val="000000"/>
        <w:sz w:val="16"/>
        <w:szCs w:val="16"/>
      </w:rPr>
      <w:t>/201</w:t>
    </w:r>
    <w:r>
      <w:rPr>
        <w:smallCaps/>
        <w:color w:val="000000"/>
        <w:sz w:val="16"/>
        <w:szCs w:val="16"/>
      </w:rPr>
      <w:t>7</w:t>
    </w:r>
  </w:p>
  <w:p w:rsidR="00297150" w:rsidRPr="00B047B5" w:rsidRDefault="00297150" w:rsidP="00B047B5">
    <w:pPr>
      <w:pStyle w:val="Footer"/>
      <w:ind w:right="360"/>
      <w:rPr>
        <w:sz w:val="16"/>
        <w:szCs w:val="16"/>
      </w:rPr>
    </w:pPr>
  </w:p>
  <w:p w:rsidR="00297150" w:rsidRDefault="0029715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7150" w:rsidRDefault="00297150" w:rsidP="00494300">
      <w:r>
        <w:separator/>
      </w:r>
    </w:p>
  </w:footnote>
  <w:footnote w:type="continuationSeparator" w:id="0">
    <w:p w:rsidR="00297150" w:rsidRDefault="00297150" w:rsidP="0049430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C9A919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0AC53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68F015E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50DA149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CEAA05A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820F11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5488BF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1F80DBF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632E4E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886250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1A12ACD"/>
    <w:multiLevelType w:val="hybridMultilevel"/>
    <w:tmpl w:val="60DE908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1CDD7FAF"/>
    <w:multiLevelType w:val="hybridMultilevel"/>
    <w:tmpl w:val="3D66FFB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403E5DD3"/>
    <w:multiLevelType w:val="hybridMultilevel"/>
    <w:tmpl w:val="4184EABA"/>
    <w:lvl w:ilvl="0" w:tplc="13A286E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1505DF8"/>
    <w:multiLevelType w:val="hybridMultilevel"/>
    <w:tmpl w:val="8F40274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56EC6094"/>
    <w:multiLevelType w:val="hybridMultilevel"/>
    <w:tmpl w:val="9DF2D73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C1A3F2B"/>
    <w:multiLevelType w:val="hybridMultilevel"/>
    <w:tmpl w:val="1A4ADFA6"/>
    <w:lvl w:ilvl="0" w:tplc="04150001">
      <w:start w:val="1"/>
      <w:numFmt w:val="bullet"/>
      <w:lvlText w:val=""/>
      <w:lvlJc w:val="left"/>
      <w:pPr>
        <w:tabs>
          <w:tab w:val="num" w:pos="774"/>
        </w:tabs>
        <w:ind w:left="77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0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2"/>
  </w:num>
  <w:num w:numId="16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938E3"/>
    <w:rsid w:val="00001244"/>
    <w:rsid w:val="00021064"/>
    <w:rsid w:val="00032FA8"/>
    <w:rsid w:val="000462FA"/>
    <w:rsid w:val="00047305"/>
    <w:rsid w:val="00050107"/>
    <w:rsid w:val="000523CE"/>
    <w:rsid w:val="00052A14"/>
    <w:rsid w:val="00053EE3"/>
    <w:rsid w:val="00054462"/>
    <w:rsid w:val="000570F2"/>
    <w:rsid w:val="000602CD"/>
    <w:rsid w:val="00064214"/>
    <w:rsid w:val="000656C3"/>
    <w:rsid w:val="0007288D"/>
    <w:rsid w:val="00072B75"/>
    <w:rsid w:val="00073F97"/>
    <w:rsid w:val="00074A9E"/>
    <w:rsid w:val="00086189"/>
    <w:rsid w:val="00086EEC"/>
    <w:rsid w:val="000938E3"/>
    <w:rsid w:val="000A0032"/>
    <w:rsid w:val="000A3E8C"/>
    <w:rsid w:val="000C0C13"/>
    <w:rsid w:val="000C202B"/>
    <w:rsid w:val="000C66F1"/>
    <w:rsid w:val="000D13A2"/>
    <w:rsid w:val="000D496D"/>
    <w:rsid w:val="000D7EDB"/>
    <w:rsid w:val="000E0758"/>
    <w:rsid w:val="000E1EFC"/>
    <w:rsid w:val="000E298E"/>
    <w:rsid w:val="000E702C"/>
    <w:rsid w:val="000F050B"/>
    <w:rsid w:val="00101C04"/>
    <w:rsid w:val="00101C17"/>
    <w:rsid w:val="00102F22"/>
    <w:rsid w:val="00106BAB"/>
    <w:rsid w:val="00106CBC"/>
    <w:rsid w:val="00110B09"/>
    <w:rsid w:val="00112ABB"/>
    <w:rsid w:val="00117251"/>
    <w:rsid w:val="001231D4"/>
    <w:rsid w:val="001244CF"/>
    <w:rsid w:val="0012481A"/>
    <w:rsid w:val="0012540B"/>
    <w:rsid w:val="00133469"/>
    <w:rsid w:val="00134FBD"/>
    <w:rsid w:val="00137B4D"/>
    <w:rsid w:val="00140293"/>
    <w:rsid w:val="001421C0"/>
    <w:rsid w:val="00142570"/>
    <w:rsid w:val="00144517"/>
    <w:rsid w:val="00146F88"/>
    <w:rsid w:val="00155C5D"/>
    <w:rsid w:val="001604BA"/>
    <w:rsid w:val="0016659C"/>
    <w:rsid w:val="00173CC0"/>
    <w:rsid w:val="00175CF3"/>
    <w:rsid w:val="00183379"/>
    <w:rsid w:val="00191EF6"/>
    <w:rsid w:val="00193A26"/>
    <w:rsid w:val="001A46FE"/>
    <w:rsid w:val="001A5397"/>
    <w:rsid w:val="001B21EB"/>
    <w:rsid w:val="001B4F3B"/>
    <w:rsid w:val="001C2DC1"/>
    <w:rsid w:val="001C4E9E"/>
    <w:rsid w:val="001C53C8"/>
    <w:rsid w:val="001C60C7"/>
    <w:rsid w:val="001C7F19"/>
    <w:rsid w:val="001D4A69"/>
    <w:rsid w:val="001E50A7"/>
    <w:rsid w:val="001F4EB2"/>
    <w:rsid w:val="001F5072"/>
    <w:rsid w:val="001F6A23"/>
    <w:rsid w:val="00201191"/>
    <w:rsid w:val="002035B0"/>
    <w:rsid w:val="00206AA9"/>
    <w:rsid w:val="002076D2"/>
    <w:rsid w:val="00210EDC"/>
    <w:rsid w:val="00211BF6"/>
    <w:rsid w:val="002219F5"/>
    <w:rsid w:val="0023782E"/>
    <w:rsid w:val="002417F0"/>
    <w:rsid w:val="00250A63"/>
    <w:rsid w:val="00255740"/>
    <w:rsid w:val="002576EE"/>
    <w:rsid w:val="00274429"/>
    <w:rsid w:val="00282E4E"/>
    <w:rsid w:val="0028338B"/>
    <w:rsid w:val="00291216"/>
    <w:rsid w:val="00292E31"/>
    <w:rsid w:val="0029397E"/>
    <w:rsid w:val="00295B72"/>
    <w:rsid w:val="00297150"/>
    <w:rsid w:val="00297546"/>
    <w:rsid w:val="002A1631"/>
    <w:rsid w:val="002A1F0E"/>
    <w:rsid w:val="002B24D2"/>
    <w:rsid w:val="002B2BCD"/>
    <w:rsid w:val="002B33A0"/>
    <w:rsid w:val="002B5E54"/>
    <w:rsid w:val="002B755F"/>
    <w:rsid w:val="002C0160"/>
    <w:rsid w:val="002C6076"/>
    <w:rsid w:val="002C653C"/>
    <w:rsid w:val="002E08CC"/>
    <w:rsid w:val="002E570A"/>
    <w:rsid w:val="002E6174"/>
    <w:rsid w:val="002E6E39"/>
    <w:rsid w:val="002F2835"/>
    <w:rsid w:val="002F53D1"/>
    <w:rsid w:val="002F6930"/>
    <w:rsid w:val="00300F2C"/>
    <w:rsid w:val="003029B5"/>
    <w:rsid w:val="00311669"/>
    <w:rsid w:val="00316008"/>
    <w:rsid w:val="0032112F"/>
    <w:rsid w:val="00322BE3"/>
    <w:rsid w:val="00325044"/>
    <w:rsid w:val="0033178F"/>
    <w:rsid w:val="003354C3"/>
    <w:rsid w:val="003362C2"/>
    <w:rsid w:val="00346500"/>
    <w:rsid w:val="00355ACB"/>
    <w:rsid w:val="00357B14"/>
    <w:rsid w:val="00360507"/>
    <w:rsid w:val="00364337"/>
    <w:rsid w:val="003653AE"/>
    <w:rsid w:val="0037024C"/>
    <w:rsid w:val="00374DC0"/>
    <w:rsid w:val="003757D6"/>
    <w:rsid w:val="00380C0D"/>
    <w:rsid w:val="00385065"/>
    <w:rsid w:val="00387461"/>
    <w:rsid w:val="00387816"/>
    <w:rsid w:val="0039320D"/>
    <w:rsid w:val="003A32BB"/>
    <w:rsid w:val="003A4125"/>
    <w:rsid w:val="003A4242"/>
    <w:rsid w:val="003A43C6"/>
    <w:rsid w:val="003A5CA7"/>
    <w:rsid w:val="003A6F94"/>
    <w:rsid w:val="003A7992"/>
    <w:rsid w:val="003B2628"/>
    <w:rsid w:val="003B32D5"/>
    <w:rsid w:val="003B6946"/>
    <w:rsid w:val="003C0BF8"/>
    <w:rsid w:val="003C4E37"/>
    <w:rsid w:val="003D196E"/>
    <w:rsid w:val="003D2CC7"/>
    <w:rsid w:val="003D3FF4"/>
    <w:rsid w:val="003D5B7C"/>
    <w:rsid w:val="003E2F72"/>
    <w:rsid w:val="003F2884"/>
    <w:rsid w:val="003F3069"/>
    <w:rsid w:val="003F786B"/>
    <w:rsid w:val="00402489"/>
    <w:rsid w:val="0040664E"/>
    <w:rsid w:val="004072D9"/>
    <w:rsid w:val="00416881"/>
    <w:rsid w:val="00416EEA"/>
    <w:rsid w:val="00416F69"/>
    <w:rsid w:val="00426B44"/>
    <w:rsid w:val="00427B96"/>
    <w:rsid w:val="0043495D"/>
    <w:rsid w:val="00437449"/>
    <w:rsid w:val="0045034B"/>
    <w:rsid w:val="0045171F"/>
    <w:rsid w:val="0045353A"/>
    <w:rsid w:val="004547E7"/>
    <w:rsid w:val="00457BB2"/>
    <w:rsid w:val="004718FB"/>
    <w:rsid w:val="00475512"/>
    <w:rsid w:val="00475E1F"/>
    <w:rsid w:val="00482C8C"/>
    <w:rsid w:val="0048393D"/>
    <w:rsid w:val="004840C1"/>
    <w:rsid w:val="00485E2F"/>
    <w:rsid w:val="0048689C"/>
    <w:rsid w:val="00486E2E"/>
    <w:rsid w:val="00494300"/>
    <w:rsid w:val="004979CB"/>
    <w:rsid w:val="004A086B"/>
    <w:rsid w:val="004A3C65"/>
    <w:rsid w:val="004B3A76"/>
    <w:rsid w:val="004B62A3"/>
    <w:rsid w:val="004B7478"/>
    <w:rsid w:val="004B7EBC"/>
    <w:rsid w:val="004B7F19"/>
    <w:rsid w:val="004C2A11"/>
    <w:rsid w:val="004C5748"/>
    <w:rsid w:val="004D047D"/>
    <w:rsid w:val="004F5A20"/>
    <w:rsid w:val="00500329"/>
    <w:rsid w:val="00502828"/>
    <w:rsid w:val="0050790F"/>
    <w:rsid w:val="00507DC4"/>
    <w:rsid w:val="00511BEB"/>
    <w:rsid w:val="00512A71"/>
    <w:rsid w:val="00515320"/>
    <w:rsid w:val="005170C9"/>
    <w:rsid w:val="00521C49"/>
    <w:rsid w:val="00523D50"/>
    <w:rsid w:val="0052566E"/>
    <w:rsid w:val="0052624B"/>
    <w:rsid w:val="00526CE2"/>
    <w:rsid w:val="00531C90"/>
    <w:rsid w:val="00532BF8"/>
    <w:rsid w:val="00534EF2"/>
    <w:rsid w:val="005428B4"/>
    <w:rsid w:val="0054665C"/>
    <w:rsid w:val="005473CE"/>
    <w:rsid w:val="00555F18"/>
    <w:rsid w:val="00556DA0"/>
    <w:rsid w:val="00572FEE"/>
    <w:rsid w:val="00583BE3"/>
    <w:rsid w:val="00584039"/>
    <w:rsid w:val="005902A6"/>
    <w:rsid w:val="005B2E89"/>
    <w:rsid w:val="005B4511"/>
    <w:rsid w:val="005C532F"/>
    <w:rsid w:val="005C5E11"/>
    <w:rsid w:val="005C5E16"/>
    <w:rsid w:val="005D0F0B"/>
    <w:rsid w:val="005D308A"/>
    <w:rsid w:val="005D68CD"/>
    <w:rsid w:val="005D713F"/>
    <w:rsid w:val="005E0748"/>
    <w:rsid w:val="005E07E3"/>
    <w:rsid w:val="005E35D0"/>
    <w:rsid w:val="005F00AB"/>
    <w:rsid w:val="005F0C71"/>
    <w:rsid w:val="005F3974"/>
    <w:rsid w:val="005F3D79"/>
    <w:rsid w:val="005F54DC"/>
    <w:rsid w:val="006067CB"/>
    <w:rsid w:val="00607C32"/>
    <w:rsid w:val="006132AD"/>
    <w:rsid w:val="006349CD"/>
    <w:rsid w:val="00651903"/>
    <w:rsid w:val="00653AAB"/>
    <w:rsid w:val="00660F13"/>
    <w:rsid w:val="0066169D"/>
    <w:rsid w:val="006626CA"/>
    <w:rsid w:val="00662784"/>
    <w:rsid w:val="0066413A"/>
    <w:rsid w:val="00670278"/>
    <w:rsid w:val="006723DF"/>
    <w:rsid w:val="006765F8"/>
    <w:rsid w:val="0068281A"/>
    <w:rsid w:val="0068318D"/>
    <w:rsid w:val="00686A95"/>
    <w:rsid w:val="00687E96"/>
    <w:rsid w:val="006904AC"/>
    <w:rsid w:val="006968A2"/>
    <w:rsid w:val="00697D2D"/>
    <w:rsid w:val="006A0877"/>
    <w:rsid w:val="006A196B"/>
    <w:rsid w:val="006A7A1D"/>
    <w:rsid w:val="006B1A85"/>
    <w:rsid w:val="006B4EAF"/>
    <w:rsid w:val="006C1800"/>
    <w:rsid w:val="006C3D96"/>
    <w:rsid w:val="006C7825"/>
    <w:rsid w:val="006C7E6E"/>
    <w:rsid w:val="006D3E5B"/>
    <w:rsid w:val="006D50CD"/>
    <w:rsid w:val="006F39F6"/>
    <w:rsid w:val="006F4596"/>
    <w:rsid w:val="006F5F05"/>
    <w:rsid w:val="006F661B"/>
    <w:rsid w:val="006F734A"/>
    <w:rsid w:val="0070401C"/>
    <w:rsid w:val="007052B2"/>
    <w:rsid w:val="0071246D"/>
    <w:rsid w:val="00714980"/>
    <w:rsid w:val="007154B0"/>
    <w:rsid w:val="0072010B"/>
    <w:rsid w:val="00721FC6"/>
    <w:rsid w:val="00723A4B"/>
    <w:rsid w:val="007327F5"/>
    <w:rsid w:val="00737E62"/>
    <w:rsid w:val="00745CFC"/>
    <w:rsid w:val="00747A0D"/>
    <w:rsid w:val="007531B2"/>
    <w:rsid w:val="0075625B"/>
    <w:rsid w:val="00763E40"/>
    <w:rsid w:val="00764763"/>
    <w:rsid w:val="00766492"/>
    <w:rsid w:val="0076658C"/>
    <w:rsid w:val="00774029"/>
    <w:rsid w:val="007763D8"/>
    <w:rsid w:val="00781A70"/>
    <w:rsid w:val="00781D83"/>
    <w:rsid w:val="00790961"/>
    <w:rsid w:val="00792291"/>
    <w:rsid w:val="007927DF"/>
    <w:rsid w:val="00794C2E"/>
    <w:rsid w:val="007A0271"/>
    <w:rsid w:val="007A4CC8"/>
    <w:rsid w:val="007A5225"/>
    <w:rsid w:val="007B1D7C"/>
    <w:rsid w:val="007B22A7"/>
    <w:rsid w:val="007E238A"/>
    <w:rsid w:val="007E7839"/>
    <w:rsid w:val="007E7FB2"/>
    <w:rsid w:val="007F2039"/>
    <w:rsid w:val="007F6650"/>
    <w:rsid w:val="00803D6D"/>
    <w:rsid w:val="00807FDF"/>
    <w:rsid w:val="00812E39"/>
    <w:rsid w:val="0081323F"/>
    <w:rsid w:val="008264C6"/>
    <w:rsid w:val="0082791B"/>
    <w:rsid w:val="0083635A"/>
    <w:rsid w:val="00845ABC"/>
    <w:rsid w:val="00847B76"/>
    <w:rsid w:val="008531DE"/>
    <w:rsid w:val="00854138"/>
    <w:rsid w:val="008558DC"/>
    <w:rsid w:val="0085702E"/>
    <w:rsid w:val="00863E77"/>
    <w:rsid w:val="00871E50"/>
    <w:rsid w:val="00877972"/>
    <w:rsid w:val="00880827"/>
    <w:rsid w:val="008844A2"/>
    <w:rsid w:val="00887E05"/>
    <w:rsid w:val="00891AA1"/>
    <w:rsid w:val="008A3E52"/>
    <w:rsid w:val="008B03A3"/>
    <w:rsid w:val="008B35EA"/>
    <w:rsid w:val="008B492A"/>
    <w:rsid w:val="008B7784"/>
    <w:rsid w:val="008C3233"/>
    <w:rsid w:val="008C36AE"/>
    <w:rsid w:val="008C58FF"/>
    <w:rsid w:val="008D3B46"/>
    <w:rsid w:val="008D3E89"/>
    <w:rsid w:val="008D4684"/>
    <w:rsid w:val="008E394F"/>
    <w:rsid w:val="00900EDE"/>
    <w:rsid w:val="00905D19"/>
    <w:rsid w:val="009155C4"/>
    <w:rsid w:val="009224C9"/>
    <w:rsid w:val="0092793E"/>
    <w:rsid w:val="009353CE"/>
    <w:rsid w:val="0094023E"/>
    <w:rsid w:val="00952A67"/>
    <w:rsid w:val="00956B9A"/>
    <w:rsid w:val="009678CB"/>
    <w:rsid w:val="009717F8"/>
    <w:rsid w:val="0097466B"/>
    <w:rsid w:val="009A08BD"/>
    <w:rsid w:val="009A3EAA"/>
    <w:rsid w:val="009A7FE1"/>
    <w:rsid w:val="009B371D"/>
    <w:rsid w:val="009D0E45"/>
    <w:rsid w:val="009D7879"/>
    <w:rsid w:val="009D78CD"/>
    <w:rsid w:val="009E1C24"/>
    <w:rsid w:val="009F0A7A"/>
    <w:rsid w:val="009F5565"/>
    <w:rsid w:val="009F6CAD"/>
    <w:rsid w:val="00A04965"/>
    <w:rsid w:val="00A1416F"/>
    <w:rsid w:val="00A1498D"/>
    <w:rsid w:val="00A15B3A"/>
    <w:rsid w:val="00A2062C"/>
    <w:rsid w:val="00A43713"/>
    <w:rsid w:val="00A4790B"/>
    <w:rsid w:val="00A5075A"/>
    <w:rsid w:val="00A528CE"/>
    <w:rsid w:val="00A54324"/>
    <w:rsid w:val="00A76557"/>
    <w:rsid w:val="00A76E67"/>
    <w:rsid w:val="00A87C5C"/>
    <w:rsid w:val="00A92001"/>
    <w:rsid w:val="00A92E8F"/>
    <w:rsid w:val="00A94678"/>
    <w:rsid w:val="00A963C2"/>
    <w:rsid w:val="00AA39D5"/>
    <w:rsid w:val="00AB5694"/>
    <w:rsid w:val="00AB7B0B"/>
    <w:rsid w:val="00AC3F0D"/>
    <w:rsid w:val="00AC7DD9"/>
    <w:rsid w:val="00AD2975"/>
    <w:rsid w:val="00AD4626"/>
    <w:rsid w:val="00AE1359"/>
    <w:rsid w:val="00AE3BE9"/>
    <w:rsid w:val="00AF461F"/>
    <w:rsid w:val="00AF4CE6"/>
    <w:rsid w:val="00B0023F"/>
    <w:rsid w:val="00B002C8"/>
    <w:rsid w:val="00B00BAB"/>
    <w:rsid w:val="00B01079"/>
    <w:rsid w:val="00B047B5"/>
    <w:rsid w:val="00B056A8"/>
    <w:rsid w:val="00B173D7"/>
    <w:rsid w:val="00B21BB2"/>
    <w:rsid w:val="00B231CE"/>
    <w:rsid w:val="00B24749"/>
    <w:rsid w:val="00B2650C"/>
    <w:rsid w:val="00B3356C"/>
    <w:rsid w:val="00B54086"/>
    <w:rsid w:val="00B579C6"/>
    <w:rsid w:val="00B63623"/>
    <w:rsid w:val="00B65488"/>
    <w:rsid w:val="00B65C64"/>
    <w:rsid w:val="00B6780B"/>
    <w:rsid w:val="00B80E40"/>
    <w:rsid w:val="00B83396"/>
    <w:rsid w:val="00B91848"/>
    <w:rsid w:val="00B973EA"/>
    <w:rsid w:val="00BA1990"/>
    <w:rsid w:val="00BA574F"/>
    <w:rsid w:val="00BA5F5A"/>
    <w:rsid w:val="00BA76B4"/>
    <w:rsid w:val="00BB189D"/>
    <w:rsid w:val="00BB2888"/>
    <w:rsid w:val="00BB4D4B"/>
    <w:rsid w:val="00BB5EF8"/>
    <w:rsid w:val="00BB7855"/>
    <w:rsid w:val="00BC1D43"/>
    <w:rsid w:val="00BD3196"/>
    <w:rsid w:val="00BD343C"/>
    <w:rsid w:val="00BE478C"/>
    <w:rsid w:val="00BF1DE1"/>
    <w:rsid w:val="00BF443D"/>
    <w:rsid w:val="00C10B40"/>
    <w:rsid w:val="00C1279C"/>
    <w:rsid w:val="00C25D21"/>
    <w:rsid w:val="00C25EA2"/>
    <w:rsid w:val="00C2771B"/>
    <w:rsid w:val="00C3263F"/>
    <w:rsid w:val="00C35AF0"/>
    <w:rsid w:val="00C3659B"/>
    <w:rsid w:val="00C37905"/>
    <w:rsid w:val="00C40020"/>
    <w:rsid w:val="00C46544"/>
    <w:rsid w:val="00C517A8"/>
    <w:rsid w:val="00C52219"/>
    <w:rsid w:val="00C537D0"/>
    <w:rsid w:val="00C5427F"/>
    <w:rsid w:val="00C60D93"/>
    <w:rsid w:val="00C616B6"/>
    <w:rsid w:val="00C61D70"/>
    <w:rsid w:val="00C6445A"/>
    <w:rsid w:val="00C66CC9"/>
    <w:rsid w:val="00C70DCC"/>
    <w:rsid w:val="00C74D85"/>
    <w:rsid w:val="00C758EE"/>
    <w:rsid w:val="00C90934"/>
    <w:rsid w:val="00C921E8"/>
    <w:rsid w:val="00C9416C"/>
    <w:rsid w:val="00C95AF7"/>
    <w:rsid w:val="00C97B65"/>
    <w:rsid w:val="00CB157A"/>
    <w:rsid w:val="00CB6AFE"/>
    <w:rsid w:val="00CC1636"/>
    <w:rsid w:val="00CC2E1E"/>
    <w:rsid w:val="00CC43A7"/>
    <w:rsid w:val="00CC4F0E"/>
    <w:rsid w:val="00CE0EA8"/>
    <w:rsid w:val="00CF185B"/>
    <w:rsid w:val="00CF5B7A"/>
    <w:rsid w:val="00CF5BDB"/>
    <w:rsid w:val="00CF6B5A"/>
    <w:rsid w:val="00CF7642"/>
    <w:rsid w:val="00CF7F3C"/>
    <w:rsid w:val="00D04BED"/>
    <w:rsid w:val="00D05FB5"/>
    <w:rsid w:val="00D06F2A"/>
    <w:rsid w:val="00D11256"/>
    <w:rsid w:val="00D1371C"/>
    <w:rsid w:val="00D15683"/>
    <w:rsid w:val="00D17B28"/>
    <w:rsid w:val="00D20D81"/>
    <w:rsid w:val="00D24D57"/>
    <w:rsid w:val="00D33A80"/>
    <w:rsid w:val="00D40427"/>
    <w:rsid w:val="00D445C8"/>
    <w:rsid w:val="00D45F1C"/>
    <w:rsid w:val="00D52734"/>
    <w:rsid w:val="00D54FF7"/>
    <w:rsid w:val="00D578D8"/>
    <w:rsid w:val="00D61502"/>
    <w:rsid w:val="00D66490"/>
    <w:rsid w:val="00D75AF0"/>
    <w:rsid w:val="00D812F6"/>
    <w:rsid w:val="00D81CE4"/>
    <w:rsid w:val="00D9434D"/>
    <w:rsid w:val="00D952F4"/>
    <w:rsid w:val="00D95A84"/>
    <w:rsid w:val="00DA479B"/>
    <w:rsid w:val="00DA509E"/>
    <w:rsid w:val="00DB3393"/>
    <w:rsid w:val="00DB3D8B"/>
    <w:rsid w:val="00DB44EF"/>
    <w:rsid w:val="00DB7657"/>
    <w:rsid w:val="00DC726D"/>
    <w:rsid w:val="00DD0594"/>
    <w:rsid w:val="00DD3D36"/>
    <w:rsid w:val="00DF0381"/>
    <w:rsid w:val="00DF3391"/>
    <w:rsid w:val="00DF4602"/>
    <w:rsid w:val="00DF4852"/>
    <w:rsid w:val="00E0283B"/>
    <w:rsid w:val="00E15818"/>
    <w:rsid w:val="00E15B48"/>
    <w:rsid w:val="00E17BB6"/>
    <w:rsid w:val="00E202F1"/>
    <w:rsid w:val="00E22787"/>
    <w:rsid w:val="00E32DBC"/>
    <w:rsid w:val="00E33DB5"/>
    <w:rsid w:val="00E461B6"/>
    <w:rsid w:val="00E46CCF"/>
    <w:rsid w:val="00E5222B"/>
    <w:rsid w:val="00E52FF9"/>
    <w:rsid w:val="00E61403"/>
    <w:rsid w:val="00E72C79"/>
    <w:rsid w:val="00E76BB5"/>
    <w:rsid w:val="00E80256"/>
    <w:rsid w:val="00E82E21"/>
    <w:rsid w:val="00E87556"/>
    <w:rsid w:val="00E93F5C"/>
    <w:rsid w:val="00EA0364"/>
    <w:rsid w:val="00EB2B23"/>
    <w:rsid w:val="00EB53A4"/>
    <w:rsid w:val="00EC4570"/>
    <w:rsid w:val="00ED20A1"/>
    <w:rsid w:val="00ED3A4C"/>
    <w:rsid w:val="00ED6038"/>
    <w:rsid w:val="00ED7C7A"/>
    <w:rsid w:val="00EE4171"/>
    <w:rsid w:val="00EF1E52"/>
    <w:rsid w:val="00EF5C5C"/>
    <w:rsid w:val="00EF625F"/>
    <w:rsid w:val="00EF6BBA"/>
    <w:rsid w:val="00F0016E"/>
    <w:rsid w:val="00F01085"/>
    <w:rsid w:val="00F02146"/>
    <w:rsid w:val="00F02BEB"/>
    <w:rsid w:val="00F1074C"/>
    <w:rsid w:val="00F1165F"/>
    <w:rsid w:val="00F14C55"/>
    <w:rsid w:val="00F4481B"/>
    <w:rsid w:val="00F46456"/>
    <w:rsid w:val="00F476DC"/>
    <w:rsid w:val="00F543FF"/>
    <w:rsid w:val="00F54677"/>
    <w:rsid w:val="00F5571F"/>
    <w:rsid w:val="00F57F61"/>
    <w:rsid w:val="00F609D5"/>
    <w:rsid w:val="00F72BCC"/>
    <w:rsid w:val="00F814F9"/>
    <w:rsid w:val="00F82301"/>
    <w:rsid w:val="00F849A3"/>
    <w:rsid w:val="00F854C9"/>
    <w:rsid w:val="00F86F5B"/>
    <w:rsid w:val="00F97F5B"/>
    <w:rsid w:val="00FB026E"/>
    <w:rsid w:val="00FB12FF"/>
    <w:rsid w:val="00FB4712"/>
    <w:rsid w:val="00FC16D3"/>
    <w:rsid w:val="00FE4088"/>
    <w:rsid w:val="00FF3C06"/>
    <w:rsid w:val="00FF3E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38E3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1"/>
    <w:uiPriority w:val="99"/>
    <w:qFormat/>
    <w:locked/>
    <w:rsid w:val="00697D2D"/>
    <w:pPr>
      <w:keepNext/>
      <w:jc w:val="center"/>
      <w:outlineLvl w:val="0"/>
    </w:pPr>
    <w:rPr>
      <w:rFonts w:ascii="Arial" w:eastAsia="Calibri" w:hAnsi="Arial"/>
      <w:b/>
      <w:i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6349CD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uiPriority w:val="99"/>
    <w:rsid w:val="000938E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4943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94300"/>
    <w:rPr>
      <w:rFonts w:ascii="Times New Roman" w:hAnsi="Times New Roman" w:cs="Times New Roman"/>
      <w:sz w:val="24"/>
      <w:szCs w:val="24"/>
      <w:lang w:eastAsia="pl-PL"/>
    </w:rPr>
  </w:style>
  <w:style w:type="paragraph" w:styleId="Footer">
    <w:name w:val="footer"/>
    <w:basedOn w:val="Normal"/>
    <w:link w:val="FooterChar"/>
    <w:uiPriority w:val="99"/>
    <w:rsid w:val="004943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94300"/>
    <w:rPr>
      <w:rFonts w:ascii="Times New Roman" w:hAnsi="Times New Roman" w:cs="Times New Roman"/>
      <w:sz w:val="24"/>
      <w:szCs w:val="24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49430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94300"/>
    <w:rPr>
      <w:rFonts w:ascii="Segoe UI" w:hAnsi="Segoe UI" w:cs="Segoe UI"/>
      <w:sz w:val="18"/>
      <w:szCs w:val="18"/>
      <w:lang w:eastAsia="pl-PL"/>
    </w:rPr>
  </w:style>
  <w:style w:type="paragraph" w:styleId="ListParagraph">
    <w:name w:val="List Paragraph"/>
    <w:basedOn w:val="Normal"/>
    <w:uiPriority w:val="99"/>
    <w:qFormat/>
    <w:rsid w:val="008264C6"/>
    <w:pPr>
      <w:ind w:left="720"/>
      <w:contextualSpacing/>
    </w:pPr>
  </w:style>
  <w:style w:type="character" w:styleId="PageNumber">
    <w:name w:val="page number"/>
    <w:basedOn w:val="DefaultParagraphFont"/>
    <w:uiPriority w:val="99"/>
    <w:rsid w:val="00B047B5"/>
    <w:rPr>
      <w:rFonts w:cs="Times New Roman"/>
    </w:rPr>
  </w:style>
  <w:style w:type="character" w:customStyle="1" w:styleId="Heading1Char1">
    <w:name w:val="Heading 1 Char1"/>
    <w:basedOn w:val="DefaultParagraphFont"/>
    <w:link w:val="Heading1"/>
    <w:uiPriority w:val="99"/>
    <w:locked/>
    <w:rsid w:val="00697D2D"/>
    <w:rPr>
      <w:rFonts w:ascii="Arial" w:hAnsi="Arial" w:cs="Times New Roman"/>
      <w:b/>
      <w:i/>
      <w:lang w:val="pl-PL" w:eastAsia="pl-PL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1370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4</Pages>
  <Words>2345</Words>
  <Characters>14076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</dc:title>
  <dc:subject/>
  <dc:creator>solmed</dc:creator>
  <cp:keywords/>
  <dc:description/>
  <cp:lastModifiedBy>PC38</cp:lastModifiedBy>
  <cp:revision>3</cp:revision>
  <cp:lastPrinted>2015-03-18T09:05:00Z</cp:lastPrinted>
  <dcterms:created xsi:type="dcterms:W3CDTF">2017-03-20T11:04:00Z</dcterms:created>
  <dcterms:modified xsi:type="dcterms:W3CDTF">2017-03-20T11:23:00Z</dcterms:modified>
</cp:coreProperties>
</file>